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2" w:rightFromText="142" w:vertAnchor="text" w:horzAnchor="page" w:tblpX="4378" w:tblpY="1"/>
        <w:tblOverlap w:val="never"/>
        <w:tblW w:w="6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600" w:firstRow="0" w:lastRow="0" w:firstColumn="0" w:lastColumn="0" w:noHBand="1" w:noVBand="1"/>
      </w:tblPr>
      <w:tblGrid>
        <w:gridCol w:w="3119"/>
        <w:gridCol w:w="1134"/>
        <w:gridCol w:w="1871"/>
      </w:tblGrid>
      <w:tr w:rsidR="004D760C" w:rsidRPr="00CB7619" w14:paraId="16FEF69D" w14:textId="77777777" w:rsidTr="00235B71">
        <w:trPr>
          <w:trHeight w:hRule="exact" w:val="482"/>
        </w:trPr>
        <w:tc>
          <w:tcPr>
            <w:tcW w:w="3119" w:type="dxa"/>
            <w:vMerge w:val="restart"/>
            <w:vAlign w:val="center"/>
          </w:tcPr>
          <w:p w14:paraId="0E38663D" w14:textId="77777777" w:rsidR="004D760C" w:rsidRPr="008F59A6" w:rsidRDefault="004D760C" w:rsidP="00C03B4D">
            <w:pPr>
              <w:pStyle w:val="TitreFRM"/>
              <w:spacing w:after="60"/>
              <w:ind w:right="86"/>
              <w:jc w:val="center"/>
              <w:rPr>
                <w:b w:val="0"/>
              </w:rPr>
            </w:pPr>
            <w:r w:rsidRPr="008F59A6">
              <w:rPr>
                <w:b w:val="0"/>
                <w:sz w:val="24"/>
              </w:rPr>
              <w:t>Formulaire relatif aux traitements de données à caractère personnel réalisés pour le compte de l’Andra</w:t>
            </w:r>
          </w:p>
        </w:tc>
        <w:tc>
          <w:tcPr>
            <w:tcW w:w="3005" w:type="dxa"/>
            <w:gridSpan w:val="2"/>
          </w:tcPr>
          <w:p w14:paraId="24B6E1BE" w14:textId="77777777" w:rsidR="004D760C" w:rsidRPr="00CB7619" w:rsidRDefault="00DF485C" w:rsidP="00C03B4D">
            <w:pPr>
              <w:jc w:val="left"/>
              <w:rPr>
                <w:b/>
              </w:rPr>
            </w:pPr>
            <w:r w:rsidRPr="00CB7619">
              <w:rPr>
                <w:b/>
              </w:rPr>
              <w:t>Identification</w:t>
            </w:r>
          </w:p>
        </w:tc>
      </w:tr>
      <w:tr w:rsidR="004D760C" w:rsidRPr="00CB7619" w14:paraId="253E9E96" w14:textId="77777777" w:rsidTr="00235B71">
        <w:trPr>
          <w:trHeight w:hRule="exact" w:val="496"/>
        </w:trPr>
        <w:tc>
          <w:tcPr>
            <w:tcW w:w="3119" w:type="dxa"/>
            <w:vMerge/>
            <w:vAlign w:val="center"/>
          </w:tcPr>
          <w:p w14:paraId="4E47AE8A" w14:textId="77777777" w:rsidR="004D760C" w:rsidRPr="00CB7619" w:rsidRDefault="004D760C" w:rsidP="00C03B4D">
            <w:pPr>
              <w:pStyle w:val="TitreFRM"/>
              <w:spacing w:after="60"/>
              <w:ind w:right="86"/>
              <w:jc w:val="center"/>
            </w:pPr>
          </w:p>
        </w:tc>
        <w:tc>
          <w:tcPr>
            <w:tcW w:w="3005" w:type="dxa"/>
            <w:gridSpan w:val="2"/>
          </w:tcPr>
          <w:p w14:paraId="2EFFC53E" w14:textId="0069C47A" w:rsidR="004D760C" w:rsidRPr="00CB7619" w:rsidRDefault="002E24B1" w:rsidP="00DF485C">
            <w:pPr>
              <w:pStyle w:val="AIdentification"/>
            </w:pPr>
            <w:r w:rsidRPr="002E24B1">
              <w:t>SG/DA/SIE/25-0328</w:t>
            </w:r>
          </w:p>
        </w:tc>
      </w:tr>
      <w:tr w:rsidR="00DF485C" w:rsidRPr="00CB7619" w14:paraId="76A1EA51" w14:textId="77777777" w:rsidTr="00DF485C">
        <w:trPr>
          <w:trHeight w:val="413"/>
        </w:trPr>
        <w:tc>
          <w:tcPr>
            <w:tcW w:w="3119" w:type="dxa"/>
            <w:vMerge/>
            <w:vAlign w:val="center"/>
          </w:tcPr>
          <w:p w14:paraId="6E56A9C5" w14:textId="77777777" w:rsidR="00DF485C" w:rsidRPr="00CB7619" w:rsidRDefault="00DF485C" w:rsidP="00C03B4D">
            <w:pPr>
              <w:pStyle w:val="TitreFRM"/>
              <w:spacing w:after="60"/>
              <w:ind w:right="86"/>
              <w:jc w:val="center"/>
            </w:pPr>
          </w:p>
        </w:tc>
        <w:tc>
          <w:tcPr>
            <w:tcW w:w="1134" w:type="dxa"/>
          </w:tcPr>
          <w:p w14:paraId="0DBBDD23" w14:textId="77777777" w:rsidR="00DF485C" w:rsidRPr="00CB7619" w:rsidRDefault="00DF485C" w:rsidP="00C03B4D">
            <w:pPr>
              <w:jc w:val="left"/>
            </w:pPr>
            <w:r w:rsidRPr="00CB7619">
              <w:t>Date :</w:t>
            </w:r>
          </w:p>
        </w:tc>
        <w:sdt>
          <w:sdtPr>
            <w:id w:val="-653070064"/>
            <w:placeholder>
              <w:docPart w:val="9305A7B4933A45CFA86DE858B4FD7DAA"/>
            </w:placeholder>
            <w:date w:fullDate="2025-12-12T00:00:00Z">
              <w:dateFormat w:val="dd/MM/yyyy"/>
              <w:lid w:val="fr-FR"/>
              <w:storeMappedDataAs w:val="dateTime"/>
              <w:calendar w:val="gregorian"/>
            </w:date>
          </w:sdtPr>
          <w:sdtEndPr/>
          <w:sdtContent>
            <w:tc>
              <w:tcPr>
                <w:tcW w:w="1871" w:type="dxa"/>
              </w:tcPr>
              <w:p w14:paraId="7B1F30D9" w14:textId="514C3651" w:rsidR="00DF485C" w:rsidRPr="00CB7619" w:rsidRDefault="007D140B" w:rsidP="00DF485C">
                <w:pPr>
                  <w:jc w:val="left"/>
                </w:pPr>
                <w:r>
                  <w:t>12/12/2025</w:t>
                </w:r>
              </w:p>
            </w:tc>
          </w:sdtContent>
        </w:sdt>
      </w:tr>
      <w:tr w:rsidR="00DF485C" w:rsidRPr="00CB7619" w14:paraId="5C321651" w14:textId="77777777" w:rsidTr="00DF485C">
        <w:trPr>
          <w:trHeight w:hRule="exact" w:val="413"/>
        </w:trPr>
        <w:tc>
          <w:tcPr>
            <w:tcW w:w="3119" w:type="dxa"/>
            <w:vMerge/>
            <w:vAlign w:val="center"/>
          </w:tcPr>
          <w:p w14:paraId="3CA71E6F" w14:textId="77777777" w:rsidR="00DF485C" w:rsidRPr="00CB7619" w:rsidRDefault="00DF485C" w:rsidP="00C03B4D">
            <w:pPr>
              <w:pStyle w:val="TitreFRM"/>
              <w:spacing w:after="60"/>
              <w:ind w:right="86"/>
              <w:jc w:val="center"/>
            </w:pPr>
          </w:p>
        </w:tc>
        <w:tc>
          <w:tcPr>
            <w:tcW w:w="1134" w:type="dxa"/>
          </w:tcPr>
          <w:p w14:paraId="72476FA6" w14:textId="77777777" w:rsidR="00DF485C" w:rsidRPr="00CB7619" w:rsidRDefault="00DF485C" w:rsidP="00C03B4D">
            <w:pPr>
              <w:jc w:val="left"/>
            </w:pPr>
            <w:r w:rsidRPr="00CB7619">
              <w:t>Diffusion* :</w:t>
            </w:r>
          </w:p>
        </w:tc>
        <w:tc>
          <w:tcPr>
            <w:tcW w:w="1871" w:type="dxa"/>
          </w:tcPr>
          <w:p w14:paraId="39931FA7" w14:textId="77777777" w:rsidR="00DF485C" w:rsidRPr="00CB7619" w:rsidRDefault="00DF485C" w:rsidP="00C03B4D">
            <w:pPr>
              <w:jc w:val="left"/>
            </w:pPr>
            <w:r>
              <w:t>Limitée</w:t>
            </w:r>
          </w:p>
        </w:tc>
      </w:tr>
    </w:tbl>
    <w:p w14:paraId="088F1AAA" w14:textId="77777777" w:rsidR="004D760C" w:rsidRPr="004D760C" w:rsidRDefault="004D760C" w:rsidP="004D760C">
      <w:pPr>
        <w:ind w:right="-4454"/>
        <w:jc w:val="center"/>
        <w:rPr>
          <w:b/>
        </w:rPr>
        <w:sectPr w:rsidR="004D760C" w:rsidRPr="004D760C" w:rsidSect="00AE11CD">
          <w:headerReference w:type="default" r:id="rId11"/>
          <w:headerReference w:type="first" r:id="rId12"/>
          <w:pgSz w:w="11906" w:h="16838" w:code="9"/>
          <w:pgMar w:top="907" w:right="1474" w:bottom="1135" w:left="1531" w:header="425" w:footer="560" w:gutter="0"/>
          <w:cols w:num="2" w:space="4481"/>
          <w:formProt w:val="0"/>
          <w:titlePg/>
          <w:docGrid w:linePitch="360"/>
        </w:sectPr>
      </w:pPr>
    </w:p>
    <w:p w14:paraId="74FE9B2F" w14:textId="77777777" w:rsidR="004D760C" w:rsidRPr="004D760C" w:rsidRDefault="004D760C" w:rsidP="00166A8C">
      <w:pPr>
        <w:pStyle w:val="Corpsdetexte"/>
        <w:rPr>
          <w:b/>
        </w:rPr>
        <w:sectPr w:rsidR="004D760C" w:rsidRPr="004D760C" w:rsidSect="00AE11CD">
          <w:type w:val="continuous"/>
          <w:pgSz w:w="11906" w:h="16838" w:code="9"/>
          <w:pgMar w:top="907" w:right="1474" w:bottom="1135" w:left="1531" w:header="425" w:footer="560" w:gutter="0"/>
          <w:cols w:num="3" w:space="720"/>
          <w:titlePg/>
          <w:docGrid w:linePitch="360"/>
        </w:sectPr>
      </w:pPr>
    </w:p>
    <w:p w14:paraId="66945973" w14:textId="77777777" w:rsidR="004D760C" w:rsidRPr="008F59A6" w:rsidRDefault="004D760C" w:rsidP="008F59A6">
      <w:pPr>
        <w:pStyle w:val="Corpsdetexte"/>
      </w:pPr>
      <w:r w:rsidRPr="00CB7619">
        <w:rPr>
          <w:noProof/>
          <w:lang w:eastAsia="fr-FR"/>
        </w:rPr>
        <w:drawing>
          <wp:anchor distT="0" distB="0" distL="114300" distR="114300" simplePos="0" relativeHeight="251658752" behindDoc="1" locked="1" layoutInCell="1" allowOverlap="1" wp14:anchorId="3C07FA8F" wp14:editId="19241F09">
            <wp:simplePos x="0" y="0"/>
            <wp:positionH relativeFrom="column">
              <wp:posOffset>-635</wp:posOffset>
            </wp:positionH>
            <wp:positionV relativeFrom="paragraph">
              <wp:posOffset>-551815</wp:posOffset>
            </wp:positionV>
            <wp:extent cx="1696720" cy="1139825"/>
            <wp:effectExtent l="0" t="0" r="0" b="3175"/>
            <wp:wrapNone/>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A1_n&amp;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96720" cy="1139825"/>
                    </a:xfrm>
                    <a:prstGeom prst="rect">
                      <a:avLst/>
                    </a:prstGeom>
                  </pic:spPr>
                </pic:pic>
              </a:graphicData>
            </a:graphic>
            <wp14:sizeRelV relativeFrom="margin">
              <wp14:pctHeight>0</wp14:pctHeight>
            </wp14:sizeRelV>
          </wp:anchor>
        </w:drawing>
      </w:r>
    </w:p>
    <w:tbl>
      <w:tblPr>
        <w:tblStyle w:val="Grilledutableau"/>
        <w:tblpPr w:leftFromText="141" w:rightFromText="141" w:vertAnchor="page" w:horzAnchor="margin" w:tblpY="3001"/>
        <w:tblW w:w="5000" w:type="pct"/>
        <w:tblLayout w:type="fixed"/>
        <w:tblLook w:val="04A0" w:firstRow="1" w:lastRow="0" w:firstColumn="1" w:lastColumn="0" w:noHBand="0" w:noVBand="1"/>
      </w:tblPr>
      <w:tblGrid>
        <w:gridCol w:w="8901"/>
      </w:tblGrid>
      <w:tr w:rsidR="00D67FB5" w:rsidRPr="003C0603" w14:paraId="0DDCCCC5" w14:textId="77777777" w:rsidTr="000F6073">
        <w:tc>
          <w:tcPr>
            <w:tcW w:w="5000" w:type="pct"/>
            <w:tcBorders>
              <w:top w:val="nil"/>
              <w:left w:val="nil"/>
              <w:bottom w:val="nil"/>
              <w:right w:val="nil"/>
            </w:tcBorders>
            <w:vAlign w:val="center"/>
          </w:tcPr>
          <w:p w14:paraId="643888E3" w14:textId="77777777" w:rsidR="00D67FB5" w:rsidRPr="00010204" w:rsidRDefault="00D67FB5" w:rsidP="00DF485C">
            <w:pPr>
              <w:pStyle w:val="Titre1"/>
              <w:framePr w:hSpace="0" w:wrap="auto" w:vAnchor="margin" w:hAnchor="text" w:yAlign="inline"/>
            </w:pPr>
            <w:r w:rsidRPr="00010204">
              <w:t xml:space="preserve">Objet </w:t>
            </w:r>
            <w:r w:rsidRPr="00DF485C">
              <w:t>du</w:t>
            </w:r>
            <w:r w:rsidRPr="00010204">
              <w:t xml:space="preserve"> présent formulaire </w:t>
            </w:r>
          </w:p>
          <w:p w14:paraId="67E84CD2" w14:textId="1FEEDBF8" w:rsidR="00D67FB5" w:rsidRDefault="00D67FB5" w:rsidP="00DF485C">
            <w:pPr>
              <w:pStyle w:val="Corpsdetexte"/>
            </w:pPr>
            <w:r>
              <w:t xml:space="preserve">Le présent formulaire a pour objet d’encadrer les traitements de données à caractère personnel réalisés dans le cadre du </w:t>
            </w:r>
            <w:r w:rsidR="00160AB4">
              <w:t>Marché</w:t>
            </w:r>
            <w:r>
              <w:t xml:space="preserve"> par le </w:t>
            </w:r>
            <w:r w:rsidR="006405A5">
              <w:t>T</w:t>
            </w:r>
            <w:r>
              <w:t xml:space="preserve">itulaire pour le compte de l’Andra conformément aux dispositions du RGPD. </w:t>
            </w:r>
          </w:p>
          <w:p w14:paraId="55D804C1" w14:textId="36EA194D" w:rsidR="00D67FB5" w:rsidRDefault="00D67FB5" w:rsidP="00DF485C">
            <w:pPr>
              <w:pStyle w:val="Corpsdetexte"/>
            </w:pPr>
            <w:r w:rsidRPr="0019675F">
              <w:t xml:space="preserve">Les présentes sont directement issues des dispositions du RGPD et sont applicables au </w:t>
            </w:r>
            <w:r w:rsidR="00160AB4">
              <w:t>Marché</w:t>
            </w:r>
            <w:r w:rsidRPr="0019675F">
              <w:t xml:space="preserve"> </w:t>
            </w:r>
            <w:r>
              <w:t>conformément aux dispositions de</w:t>
            </w:r>
            <w:r w:rsidR="006D0CD2">
              <w:t xml:space="preserve"> ce règlement.</w:t>
            </w:r>
          </w:p>
          <w:p w14:paraId="5B3B529A" w14:textId="32A90096" w:rsidR="00235B71" w:rsidRDefault="00D67FB5" w:rsidP="00DF485C">
            <w:pPr>
              <w:pStyle w:val="Corpsdetexte"/>
            </w:pPr>
            <w:r>
              <w:t xml:space="preserve">Tout obstacle et/ou altération qui seraient révélés dans le cadre de l’exécution des obligations contractuelles par </w:t>
            </w:r>
            <w:r w:rsidR="006405A5">
              <w:t>T</w:t>
            </w:r>
            <w:r>
              <w:t xml:space="preserve">itulaire et qui seraient générés par l’effet des présentes stipulations, doit être portée à la connaissance de l’Andra dans les plus brefs délais. </w:t>
            </w:r>
          </w:p>
        </w:tc>
      </w:tr>
      <w:tr w:rsidR="00DF485C" w:rsidRPr="003C0603" w14:paraId="54CB1013" w14:textId="77777777" w:rsidTr="000F6073">
        <w:tc>
          <w:tcPr>
            <w:tcW w:w="5000" w:type="pct"/>
            <w:tcBorders>
              <w:top w:val="nil"/>
              <w:left w:val="nil"/>
              <w:bottom w:val="nil"/>
              <w:right w:val="nil"/>
            </w:tcBorders>
            <w:vAlign w:val="center"/>
          </w:tcPr>
          <w:p w14:paraId="6AA8477A" w14:textId="5CFE6043" w:rsidR="00DF485C" w:rsidRPr="00010204" w:rsidRDefault="00DF485C" w:rsidP="00DF485C">
            <w:pPr>
              <w:pStyle w:val="Titre1"/>
              <w:framePr w:hSpace="0" w:wrap="auto" w:vAnchor="margin" w:hAnchor="text" w:yAlign="inline"/>
            </w:pPr>
            <w:r w:rsidRPr="00235B71">
              <w:t>Identification</w:t>
            </w:r>
            <w:r>
              <w:t xml:space="preserve"> </w:t>
            </w:r>
            <w:r w:rsidRPr="00235B71">
              <w:t xml:space="preserve">du </w:t>
            </w:r>
            <w:r w:rsidR="00160AB4">
              <w:t>Marché</w:t>
            </w:r>
            <w:r w:rsidRPr="00235B71">
              <w:t xml:space="preserve"> rattaché au présent formulaire</w:t>
            </w:r>
          </w:p>
        </w:tc>
      </w:tr>
      <w:tr w:rsidR="00235B71" w:rsidRPr="003C0603" w14:paraId="6D20E3E3" w14:textId="77777777" w:rsidTr="000F6073">
        <w:tc>
          <w:tcPr>
            <w:tcW w:w="5000" w:type="pct"/>
            <w:tcBorders>
              <w:top w:val="nil"/>
              <w:left w:val="nil"/>
              <w:bottom w:val="nil"/>
              <w:right w:val="nil"/>
            </w:tcBorders>
            <w:vAlign w:val="center"/>
          </w:tcPr>
          <w:p w14:paraId="0D34934E" w14:textId="3B66FCEF" w:rsidR="00235B71" w:rsidRDefault="00235B71" w:rsidP="006405A5">
            <w:pPr>
              <w:pStyle w:val="Corpsdetexte"/>
              <w:spacing w:after="0" w:line="240" w:lineRule="auto"/>
            </w:pPr>
            <w:r>
              <w:t xml:space="preserve">N° et titre du </w:t>
            </w:r>
            <w:r w:rsidR="00160AB4">
              <w:t>Marché</w:t>
            </w:r>
            <w:r>
              <w:t xml:space="preserve"> auquel est rattaché le présent formulaire :</w:t>
            </w:r>
            <w:sdt>
              <w:sdtPr>
                <w:id w:val="1419524271"/>
                <w:placeholder>
                  <w:docPart w:val="E131AA13FBDE4BCF84637298C76AD899"/>
                </w:placeholder>
                <w:showingPlcHdr/>
              </w:sdtPr>
              <w:sdtEndPr/>
              <w:sdtContent>
                <w:r w:rsidR="004B68A5">
                  <w:rPr>
                    <w:rStyle w:val="Textedelespacerserv"/>
                    <w:color w:val="00B0F0"/>
                    <w:highlight w:val="lightGray"/>
                  </w:rPr>
                  <w:t>A COMPLETER</w:t>
                </w:r>
                <w:r w:rsidR="004B68A5" w:rsidRPr="00E72BC3">
                  <w:rPr>
                    <w:rStyle w:val="Textedelespacerserv"/>
                  </w:rPr>
                  <w:t>.</w:t>
                </w:r>
              </w:sdtContent>
            </w:sdt>
            <w:r>
              <w:t>(ci-après « </w:t>
            </w:r>
            <w:r w:rsidR="00160AB4">
              <w:t>Marché</w:t>
            </w:r>
            <w:r>
              <w:t> »).</w:t>
            </w:r>
          </w:p>
          <w:p w14:paraId="3503C81E" w14:textId="7A3DE84E" w:rsidR="00235B71" w:rsidRPr="00DF485C" w:rsidRDefault="006405A5" w:rsidP="00DF485C">
            <w:pPr>
              <w:pStyle w:val="Corpsdetexte"/>
            </w:pPr>
            <w:r>
              <w:t>Identification du t</w:t>
            </w:r>
            <w:r w:rsidR="00235B71">
              <w:t xml:space="preserve">itulaire du </w:t>
            </w:r>
            <w:r w:rsidR="00160AB4">
              <w:t>Marché</w:t>
            </w:r>
            <w:r w:rsidR="00235B71">
              <w:t xml:space="preserve"> : </w:t>
            </w:r>
            <w:sdt>
              <w:sdtPr>
                <w:id w:val="-471825860"/>
                <w:placeholder>
                  <w:docPart w:val="66C8C31B50DF40438E96C63ECD652973"/>
                </w:placeholder>
                <w:showingPlcHdr/>
              </w:sdtPr>
              <w:sdtEndPr/>
              <w:sdtContent>
                <w:r w:rsidR="00DF485C">
                  <w:rPr>
                    <w:rStyle w:val="Textedelespacerserv"/>
                    <w:rFonts w:eastAsiaTheme="minorHAnsi"/>
                    <w:color w:val="00B0F0"/>
                    <w:highlight w:val="lightGray"/>
                  </w:rPr>
                  <w:t>A COMPLETER</w:t>
                </w:r>
                <w:r w:rsidR="00DF485C" w:rsidRPr="00E72BC3">
                  <w:rPr>
                    <w:rStyle w:val="Textedelespacerserv"/>
                    <w:rFonts w:eastAsiaTheme="minorHAnsi"/>
                  </w:rPr>
                  <w:t>.</w:t>
                </w:r>
              </w:sdtContent>
            </w:sdt>
            <w:r w:rsidR="00DF485C">
              <w:t xml:space="preserve"> </w:t>
            </w:r>
            <w:r w:rsidR="00235B71">
              <w:t xml:space="preserve">(ci-après désigné </w:t>
            </w:r>
            <w:r>
              <w:t>« </w:t>
            </w:r>
            <w:r w:rsidR="00235B71">
              <w:t>Titulaire</w:t>
            </w:r>
            <w:r>
              <w:t> »</w:t>
            </w:r>
            <w:r w:rsidR="00235B71">
              <w:t>)</w:t>
            </w:r>
          </w:p>
        </w:tc>
      </w:tr>
      <w:tr w:rsidR="00D67FB5" w:rsidRPr="003C0603" w14:paraId="48676A70" w14:textId="77777777" w:rsidTr="000F6073">
        <w:tc>
          <w:tcPr>
            <w:tcW w:w="5000" w:type="pct"/>
            <w:tcBorders>
              <w:top w:val="nil"/>
              <w:left w:val="nil"/>
              <w:bottom w:val="nil"/>
              <w:right w:val="nil"/>
            </w:tcBorders>
            <w:vAlign w:val="center"/>
          </w:tcPr>
          <w:p w14:paraId="21D37620" w14:textId="77777777" w:rsidR="00D67FB5" w:rsidRPr="003C0603" w:rsidRDefault="00D67FB5" w:rsidP="00DF485C">
            <w:pPr>
              <w:pStyle w:val="Titre1"/>
              <w:framePr w:hSpace="0" w:wrap="auto" w:vAnchor="margin" w:hAnchor="text" w:yAlign="inline"/>
            </w:pPr>
            <w:r>
              <w:t>Description du traitement de données à caractère personnel sous-traité</w:t>
            </w:r>
          </w:p>
        </w:tc>
      </w:tr>
      <w:tr w:rsidR="00D67FB5" w:rsidRPr="00804EF9" w14:paraId="56A5A0A8"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426B2919" w14:textId="5B8D8D85" w:rsidR="00D67FB5" w:rsidRDefault="00D67FB5" w:rsidP="000F6073">
            <w:pPr>
              <w:pStyle w:val="Corpsdetexte"/>
            </w:pPr>
            <w:r>
              <w:t xml:space="preserve">Le </w:t>
            </w:r>
            <w:r w:rsidR="006405A5">
              <w:t>T</w:t>
            </w:r>
            <w:r>
              <w:t xml:space="preserve">itulaire, agissant en qualité de sous-traitant du traitement au sens de l’article 28 du RGPD, est autorisé pour le compte de l’Andra, agissant en qualité de responsable de traitement au sens de </w:t>
            </w:r>
            <w:r w:rsidRPr="000F6073">
              <w:t>l’article</w:t>
            </w:r>
            <w:r>
              <w:t xml:space="preserve"> 24 du RGPD, à traiter des données à caractère personnel nécessaires pour fournir le ou les service(s) suivant(s)</w:t>
            </w:r>
            <w:r w:rsidR="007D140B">
              <w:t> : Fourniture d’un outil pour réaliser en autonomie des modules de formation en immersive learning</w:t>
            </w:r>
            <w:r>
              <w:t>.</w:t>
            </w:r>
          </w:p>
          <w:p w14:paraId="241478D4" w14:textId="5AECA818" w:rsidR="00D67FB5" w:rsidRDefault="00D67FB5" w:rsidP="000F6073">
            <w:pPr>
              <w:pStyle w:val="Corpsdetexte"/>
            </w:pPr>
            <w:r>
              <w:t xml:space="preserve">La nature des opérations réalisées sur les données est </w:t>
            </w:r>
            <w:r w:rsidR="007D140B">
              <w:t>la collecte, l’enregistrement, l’organisation et la structuration, la conservation, l’extraction, la consultation, l’utilisation et l’eff</w:t>
            </w:r>
            <w:r w:rsidR="0038046E">
              <w:t>a</w:t>
            </w:r>
            <w:r w:rsidR="007D140B">
              <w:t>cement.</w:t>
            </w:r>
          </w:p>
          <w:p w14:paraId="406C2133" w14:textId="0C734D1F" w:rsidR="00D67FB5" w:rsidRDefault="00D67FB5" w:rsidP="000F6073">
            <w:pPr>
              <w:pStyle w:val="Corpsdetexte"/>
            </w:pPr>
            <w:r>
              <w:t xml:space="preserve">La ou les finalité(s) du traitement sont </w:t>
            </w:r>
            <w:r w:rsidR="007D140B">
              <w:t>la connaissance par l’Andra des intervenants sur site ayant suivi les formations Andra CI2A sécurité, protection de l’environnement</w:t>
            </w:r>
            <w:r w:rsidR="0038046E">
              <w:t xml:space="preserve"> et la radioprotection et les résultats obtenus par ces derniers aux formations.</w:t>
            </w:r>
          </w:p>
          <w:p w14:paraId="432A6F20" w14:textId="77777777" w:rsidR="0038046E" w:rsidRDefault="00D67FB5" w:rsidP="000F6073">
            <w:pPr>
              <w:pStyle w:val="Corpsdetexte"/>
            </w:pPr>
            <w:r>
              <w:t>Les données à caractère personnel traitées sont</w:t>
            </w:r>
            <w:r w:rsidR="0038046E">
              <w:t> :</w:t>
            </w:r>
          </w:p>
          <w:p w14:paraId="0F42869C" w14:textId="4DF5FA00" w:rsidR="00D67FB5" w:rsidRDefault="0038046E" w:rsidP="0038046E">
            <w:pPr>
              <w:pStyle w:val="Corpsdetexte"/>
              <w:numPr>
                <w:ilvl w:val="0"/>
                <w:numId w:val="19"/>
              </w:numPr>
            </w:pPr>
            <w:r>
              <w:t xml:space="preserve">Nom, prénom et adresse </w:t>
            </w:r>
            <w:proofErr w:type="gramStart"/>
            <w:r>
              <w:t>email</w:t>
            </w:r>
            <w:proofErr w:type="gramEnd"/>
            <w:r>
              <w:t xml:space="preserve"> professionnelle ou privée et vie professionnelle des intervenants amenés à suivre ces formations.</w:t>
            </w:r>
          </w:p>
          <w:p w14:paraId="48EF73B5" w14:textId="1F3BFF8D" w:rsidR="0038046E" w:rsidRDefault="0038046E" w:rsidP="0038046E">
            <w:pPr>
              <w:pStyle w:val="Corpsdetexte"/>
              <w:numPr>
                <w:ilvl w:val="0"/>
                <w:numId w:val="19"/>
              </w:numPr>
            </w:pPr>
            <w:r>
              <w:t>Données de connexion, données du compte, données relatives à la formation (dont le score de l’intervenant concerné), données d’utilisation, image et photographie.</w:t>
            </w:r>
          </w:p>
          <w:p w14:paraId="12E82A6C" w14:textId="00D2CE16" w:rsidR="0038046E" w:rsidRDefault="0038046E" w:rsidP="0038046E">
            <w:pPr>
              <w:pStyle w:val="Corpsdetexte"/>
              <w:numPr>
                <w:ilvl w:val="0"/>
                <w:numId w:val="19"/>
              </w:numPr>
            </w:pPr>
            <w:r>
              <w:t>Le nom de l’employeur sera également traité.</w:t>
            </w:r>
          </w:p>
          <w:p w14:paraId="0632C36D" w14:textId="06F06638" w:rsidR="00D67FB5" w:rsidRDefault="00D67FB5" w:rsidP="000F6073">
            <w:pPr>
              <w:pStyle w:val="Corpsdetexte"/>
            </w:pPr>
            <w:r>
              <w:t xml:space="preserve">Les catégories de personnes concernées sont </w:t>
            </w:r>
            <w:r w:rsidR="0038046E">
              <w:t>l’ensemble des intervenants des entreprises extérieurs susceptibles d’intervenir sur les sites de l’Andra.</w:t>
            </w:r>
          </w:p>
          <w:p w14:paraId="647FDB47" w14:textId="77777777" w:rsidR="00D67FB5" w:rsidRDefault="00D67FB5" w:rsidP="00235B71">
            <w:pPr>
              <w:pStyle w:val="Corpsdetexte"/>
              <w:spacing w:before="0" w:after="0" w:line="276" w:lineRule="auto"/>
            </w:pPr>
            <w:r>
              <w:t xml:space="preserve">La durée de conservation des données personnelles confiées par l’Andra au Titulaire est de : </w:t>
            </w:r>
          </w:p>
          <w:p w14:paraId="180C12DB" w14:textId="0E553505" w:rsidR="00D67FB5" w:rsidRDefault="0038046E" w:rsidP="00235B71">
            <w:pPr>
              <w:pStyle w:val="Corpsdetexte"/>
              <w:numPr>
                <w:ilvl w:val="0"/>
                <w:numId w:val="12"/>
              </w:numPr>
              <w:spacing w:before="0" w:after="0" w:line="276" w:lineRule="auto"/>
            </w:pPr>
            <w:r>
              <w:t>Durée du contrat sauf demande de suppression expresse formulée par l’Andra.</w:t>
            </w:r>
          </w:p>
          <w:p w14:paraId="4B8C0B98" w14:textId="04758EBE" w:rsidR="00D67FB5" w:rsidRPr="00D67FB5" w:rsidRDefault="00D67FB5" w:rsidP="000F6073">
            <w:pPr>
              <w:pStyle w:val="Corpsdetexte"/>
            </w:pPr>
            <w:r>
              <w:t xml:space="preserve">Pour l’exécution des prestations objet du </w:t>
            </w:r>
            <w:r w:rsidR="00160AB4">
              <w:t>Marché</w:t>
            </w:r>
            <w:r>
              <w:t xml:space="preserve">, l’Andra met à la disposition du </w:t>
            </w:r>
            <w:r w:rsidR="006405A5">
              <w:t>T</w:t>
            </w:r>
            <w:r>
              <w:t>itulaire les informations nécessaires suivantes</w:t>
            </w:r>
            <w:r w:rsidR="00AF4806">
              <w:t xml:space="preserve"> : Adresse </w:t>
            </w:r>
            <w:proofErr w:type="gramStart"/>
            <w:r w:rsidR="00AF4806">
              <w:t>mail</w:t>
            </w:r>
            <w:proofErr w:type="gramEnd"/>
            <w:r w:rsidR="00AF4806">
              <w:t xml:space="preserve"> professionnelle des stagiaires.</w:t>
            </w:r>
          </w:p>
        </w:tc>
      </w:tr>
      <w:tr w:rsidR="00DF485C" w:rsidRPr="00804EF9" w14:paraId="4D6E9AC7"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2B113017" w14:textId="0675FEF7" w:rsidR="00DF485C" w:rsidRDefault="00DF485C" w:rsidP="00DF485C">
            <w:pPr>
              <w:pStyle w:val="Titre1"/>
              <w:framePr w:hSpace="0" w:wrap="auto" w:vAnchor="margin" w:hAnchor="text" w:yAlign="inline"/>
            </w:pPr>
            <w:r w:rsidRPr="00804EF9">
              <w:t>Ob</w:t>
            </w:r>
            <w:r>
              <w:t xml:space="preserve">ligations du Titulaire du </w:t>
            </w:r>
            <w:r w:rsidR="00160AB4">
              <w:t>Marché</w:t>
            </w:r>
            <w:r>
              <w:t xml:space="preserve"> vis-à-vis de l’Andra</w:t>
            </w:r>
          </w:p>
        </w:tc>
      </w:tr>
      <w:tr w:rsidR="008F59A6" w14:paraId="7E8904A8"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27349584" w14:textId="0F9AFEDE" w:rsidR="008F59A6" w:rsidRPr="00010204" w:rsidRDefault="006D0CD2" w:rsidP="00235B71">
            <w:pPr>
              <w:pStyle w:val="Titre2"/>
              <w:numPr>
                <w:ilvl w:val="0"/>
                <w:numId w:val="0"/>
              </w:numPr>
              <w:spacing w:after="0" w:line="240" w:lineRule="auto"/>
              <w:rPr>
                <w:sz w:val="18"/>
              </w:rPr>
            </w:pPr>
            <w:r>
              <w:rPr>
                <w:sz w:val="18"/>
              </w:rPr>
              <w:t>4</w:t>
            </w:r>
            <w:r w:rsidR="008F59A6">
              <w:rPr>
                <w:sz w:val="18"/>
              </w:rPr>
              <w:t>.1</w:t>
            </w:r>
            <w:r w:rsidR="008F59A6" w:rsidRPr="00010204">
              <w:rPr>
                <w:b w:val="0"/>
                <w:sz w:val="18"/>
              </w:rPr>
              <w:t xml:space="preserve"> </w:t>
            </w:r>
            <w:r w:rsidR="00E66B80">
              <w:rPr>
                <w:b w:val="0"/>
                <w:sz w:val="18"/>
              </w:rPr>
              <w:t xml:space="preserve">Dès lors que le </w:t>
            </w:r>
            <w:r w:rsidR="006405A5">
              <w:rPr>
                <w:b w:val="0"/>
                <w:sz w:val="18"/>
              </w:rPr>
              <w:t>T</w:t>
            </w:r>
            <w:r w:rsidR="008F59A6" w:rsidRPr="00010204">
              <w:rPr>
                <w:b w:val="0"/>
                <w:sz w:val="18"/>
              </w:rPr>
              <w:t xml:space="preserve">itulaire, dans le cadre de l’exécution de ses prestations telles que définies dans le </w:t>
            </w:r>
            <w:r w:rsidR="00160AB4">
              <w:rPr>
                <w:b w:val="0"/>
                <w:sz w:val="18"/>
              </w:rPr>
              <w:t>Marché</w:t>
            </w:r>
            <w:r w:rsidR="008F59A6" w:rsidRPr="00010204">
              <w:rPr>
                <w:b w:val="0"/>
                <w:sz w:val="18"/>
              </w:rPr>
              <w:t>, est amené à traiter des données personnelles (a</w:t>
            </w:r>
            <w:r w:rsidR="00E66B80">
              <w:rPr>
                <w:b w:val="0"/>
                <w:sz w:val="18"/>
              </w:rPr>
              <w:t xml:space="preserve">u sens du RGPD) de l’Andra, le </w:t>
            </w:r>
            <w:r w:rsidR="006405A5">
              <w:rPr>
                <w:b w:val="0"/>
                <w:sz w:val="18"/>
              </w:rPr>
              <w:t>T</w:t>
            </w:r>
            <w:r w:rsidR="008F59A6" w:rsidRPr="00010204">
              <w:rPr>
                <w:b w:val="0"/>
                <w:sz w:val="18"/>
              </w:rPr>
              <w:t>itulaire s’engage à :</w:t>
            </w:r>
            <w:r w:rsidR="008F59A6" w:rsidRPr="00010204">
              <w:rPr>
                <w:sz w:val="18"/>
              </w:rPr>
              <w:t xml:space="preserve"> </w:t>
            </w:r>
          </w:p>
          <w:p w14:paraId="2758BEE6" w14:textId="77777777" w:rsidR="008F59A6" w:rsidRDefault="008F59A6" w:rsidP="00235B71">
            <w:pPr>
              <w:pStyle w:val="Corpsdetexte"/>
              <w:numPr>
                <w:ilvl w:val="0"/>
                <w:numId w:val="14"/>
              </w:numPr>
              <w:spacing w:before="0" w:after="0" w:line="240" w:lineRule="auto"/>
            </w:pPr>
            <w:proofErr w:type="gramStart"/>
            <w:r>
              <w:lastRenderedPageBreak/>
              <w:t>respecter</w:t>
            </w:r>
            <w:proofErr w:type="gramEnd"/>
            <w:r>
              <w:t xml:space="preserve"> les lois et règlementations applicables en matière de protection des données personnelles et en particulier le RGPD,</w:t>
            </w:r>
            <w:r w:rsidRPr="00FB3413">
              <w:t xml:space="preserve"> </w:t>
            </w:r>
          </w:p>
          <w:p w14:paraId="12A03E25" w14:textId="77777777" w:rsidR="008F59A6" w:rsidRDefault="008F59A6" w:rsidP="00235B71">
            <w:pPr>
              <w:pStyle w:val="Corpsdetexte"/>
              <w:numPr>
                <w:ilvl w:val="0"/>
                <w:numId w:val="14"/>
              </w:numPr>
              <w:spacing w:before="0" w:after="0" w:line="240" w:lineRule="auto"/>
            </w:pPr>
            <w:proofErr w:type="gramStart"/>
            <w:r>
              <w:t>traiter</w:t>
            </w:r>
            <w:proofErr w:type="gramEnd"/>
            <w:r>
              <w:t xml:space="preserve"> les données uniquement si cela est requis pour l’exécution de la ou les seule(s) finalité(s) qui fait/font l’objet de la sous-traitance du traitement et dans le cadre exclusif des prestations contractuelles (cf. document</w:t>
            </w:r>
            <w:r w:rsidR="006D0CD2">
              <w:t>s</w:t>
            </w:r>
            <w:r>
              <w:t xml:space="preserve"> contractuels) à l’exclusion de toute autre utilisation, </w:t>
            </w:r>
          </w:p>
          <w:p w14:paraId="287CDAF3" w14:textId="77777777" w:rsidR="008F59A6" w:rsidRDefault="008F59A6" w:rsidP="00235B71">
            <w:pPr>
              <w:pStyle w:val="Corpsdetexte"/>
              <w:numPr>
                <w:ilvl w:val="0"/>
                <w:numId w:val="14"/>
              </w:numPr>
              <w:spacing w:before="0" w:after="0" w:line="240" w:lineRule="auto"/>
            </w:pPr>
            <w:proofErr w:type="gramStart"/>
            <w:r>
              <w:t>n’effectuer</w:t>
            </w:r>
            <w:proofErr w:type="gramEnd"/>
            <w:r>
              <w:t xml:space="preserve"> de transfert des données à caractère personnel en dehors du territoire de l’Union européenne qu’avec l’autorisation préalable et écrite de l’Andra et dans un cadre sécurisé conformément aux exigences de la législation applicable.</w:t>
            </w:r>
          </w:p>
          <w:p w14:paraId="58E85705" w14:textId="2F32DA33" w:rsidR="008F59A6" w:rsidRPr="002A2118" w:rsidRDefault="00927CC6" w:rsidP="002A2118">
            <w:pPr>
              <w:pStyle w:val="Corpsdetexte"/>
              <w:numPr>
                <w:ilvl w:val="0"/>
                <w:numId w:val="14"/>
              </w:numPr>
              <w:spacing w:before="0" w:line="240" w:lineRule="auto"/>
            </w:pPr>
            <w:proofErr w:type="gramStart"/>
            <w:r>
              <w:t>s</w:t>
            </w:r>
            <w:r w:rsidRPr="00327EE8">
              <w:t>ans</w:t>
            </w:r>
            <w:proofErr w:type="gramEnd"/>
            <w:r w:rsidRPr="00327EE8">
              <w:t xml:space="preserve"> </w:t>
            </w:r>
            <w:r w:rsidRPr="00F6151C">
              <w:t>préjudice</w:t>
            </w:r>
            <w:r w:rsidR="00F6151C" w:rsidRPr="00F6151C">
              <w:t xml:space="preserve"> de l’application des cahiers des clauses administratives applicables (CCAP/CCAG), à garder strictement confidentielles les do</w:t>
            </w:r>
            <w:r w:rsidR="00F6151C" w:rsidRPr="002A2118">
              <w:t>nnées à caractère personnel.</w:t>
            </w:r>
          </w:p>
          <w:p w14:paraId="645F443D" w14:textId="77777777" w:rsidR="008F59A6" w:rsidRPr="00FB3413" w:rsidRDefault="008F59A6" w:rsidP="006D0CD2">
            <w:pPr>
              <w:pStyle w:val="Titre2"/>
              <w:numPr>
                <w:ilvl w:val="1"/>
                <w:numId w:val="18"/>
              </w:numPr>
              <w:spacing w:before="0" w:line="240" w:lineRule="auto"/>
            </w:pPr>
            <w:r w:rsidRPr="00010204">
              <w:rPr>
                <w:sz w:val="18"/>
              </w:rPr>
              <w:t>Sous-traitance au sens du RGPD</w:t>
            </w:r>
          </w:p>
          <w:p w14:paraId="35C9C7CE" w14:textId="77777777" w:rsidR="008F59A6" w:rsidRDefault="008F59A6" w:rsidP="00235B71">
            <w:pPr>
              <w:pStyle w:val="Corpsdetexte"/>
              <w:spacing w:before="0" w:line="240" w:lineRule="auto"/>
            </w:pPr>
            <w:r>
              <w:t xml:space="preserve">Sans préjudice de l’application des dispositions de la loi n° 75-1334 du 31 décembre 1975 relative à la sous-traitance, il est précisé ce qui suit :   </w:t>
            </w:r>
          </w:p>
          <w:p w14:paraId="1902F60A" w14:textId="650D8B06" w:rsidR="008F59A6" w:rsidRDefault="006405A5" w:rsidP="00235B71">
            <w:pPr>
              <w:pStyle w:val="Corpsdetexte"/>
              <w:spacing w:before="0" w:line="240" w:lineRule="auto"/>
            </w:pPr>
            <w:r>
              <w:t>Le T</w:t>
            </w:r>
            <w:r w:rsidR="008F59A6">
              <w:t xml:space="preserve">itulaire peut faire appel à un prestataire pour mener des activités de traitement spécifiques de données à caractère personnel pour le compte de l’Andra. Dans ce cas, il informe préalablement et par écrit l’Andra de tout changement envisagé concernant l’ajout ou le remplacement d’autres prestataires. Cette information doit indiquer clairement les activités de traitement sous-traitées, l’identité et les coordonnées du prestataire et les dates du </w:t>
            </w:r>
            <w:r w:rsidR="00160AB4">
              <w:t>Marché</w:t>
            </w:r>
            <w:r w:rsidR="008F59A6">
              <w:t xml:space="preserve"> de sous-traitance. L’Andra dispose d’un délai maximal de 15 jours à compter de la date de réception de cette information pour présenter ses objections. Cette sous-traitance ne peut être effectuée que si l’Andra n'a pas émis d'objection pendant le délai convenu.</w:t>
            </w:r>
          </w:p>
          <w:p w14:paraId="21A5AD0F" w14:textId="06714D1F" w:rsidR="008F59A6" w:rsidRDefault="008F59A6" w:rsidP="00235B71">
            <w:pPr>
              <w:pStyle w:val="Corpsdetexte"/>
              <w:spacing w:before="0" w:line="240" w:lineRule="auto"/>
            </w:pPr>
            <w:r>
              <w:t xml:space="preserve">Le </w:t>
            </w:r>
            <w:r w:rsidR="006405A5">
              <w:t>T</w:t>
            </w:r>
            <w:r>
              <w:t xml:space="preserve">itulaire doit retranscrire dans le </w:t>
            </w:r>
            <w:r w:rsidR="00160AB4">
              <w:t>Marché</w:t>
            </w:r>
            <w:r>
              <w:t xml:space="preserve"> de son prestataire les obligations du </w:t>
            </w:r>
            <w:r w:rsidR="00160AB4">
              <w:t>Marché</w:t>
            </w:r>
            <w:r w:rsidR="00F06510">
              <w:t xml:space="preserve"> et en particulier les obligations du présen</w:t>
            </w:r>
            <w:r w:rsidR="006405A5">
              <w:t>t formulaire. Il appartient au T</w:t>
            </w:r>
            <w:r>
              <w:t xml:space="preserve">itulaire de s’assurer que son prestataire présente les mêmes garanties suffisantes quant à la mise en œuvre de mesures techniques et organisationnelles appropriées </w:t>
            </w:r>
            <w:proofErr w:type="gramStart"/>
            <w:r>
              <w:t>de manière à ce</w:t>
            </w:r>
            <w:proofErr w:type="gramEnd"/>
            <w:r>
              <w:t xml:space="preserve"> que le traitement réponde aux exigences du RGPD. Si le sous-traitant ne remplit pas ses obligations en matière de protection des données, le </w:t>
            </w:r>
            <w:r w:rsidR="006405A5">
              <w:t>T</w:t>
            </w:r>
            <w:r>
              <w:t>itulaire demeure pleinement responsable devant l’Andra de l’e</w:t>
            </w:r>
            <w:r w:rsidR="00F06510">
              <w:t xml:space="preserve">xécution par le prestataire du </w:t>
            </w:r>
            <w:r w:rsidR="006405A5">
              <w:t>T</w:t>
            </w:r>
            <w:r>
              <w:t xml:space="preserve">itulaire de ses obligations. </w:t>
            </w:r>
          </w:p>
          <w:p w14:paraId="6BECE09A" w14:textId="77777777" w:rsidR="008F59A6" w:rsidRPr="00010204" w:rsidRDefault="008F59A6" w:rsidP="006D0CD2">
            <w:pPr>
              <w:pStyle w:val="Titre2"/>
              <w:numPr>
                <w:ilvl w:val="1"/>
                <w:numId w:val="18"/>
              </w:numPr>
              <w:spacing w:before="0" w:line="240" w:lineRule="auto"/>
              <w:rPr>
                <w:sz w:val="18"/>
              </w:rPr>
            </w:pPr>
            <w:r w:rsidRPr="00010204">
              <w:rPr>
                <w:sz w:val="18"/>
              </w:rPr>
              <w:t xml:space="preserve">Droit d’information des personnes concernées </w:t>
            </w:r>
          </w:p>
          <w:p w14:paraId="79717113" w14:textId="77777777" w:rsidR="008F59A6" w:rsidDel="00BE7952" w:rsidRDefault="00F06510" w:rsidP="00235B71">
            <w:pPr>
              <w:pStyle w:val="Corpsdetexte"/>
              <w:spacing w:before="0" w:line="240" w:lineRule="auto"/>
            </w:pPr>
            <w:r>
              <w:t xml:space="preserve">Le </w:t>
            </w:r>
            <w:r w:rsidR="006405A5">
              <w:t>T</w:t>
            </w:r>
            <w:r w:rsidR="008F59A6" w:rsidDel="00BE7952">
              <w:t>itulaire, au moment de la collecte des données, doit fournir à l’Andra l’ensemble des informations, relatives aux traitement</w:t>
            </w:r>
            <w:r w:rsidR="006D0CD2">
              <w:t>s</w:t>
            </w:r>
            <w:r w:rsidR="008F59A6" w:rsidDel="00BE7952">
              <w:t xml:space="preserve"> de données qu’il réalise, lui permettant d’informer les personnes concernées par les opérations de traitement. </w:t>
            </w:r>
          </w:p>
          <w:p w14:paraId="100BCCEF" w14:textId="77777777" w:rsidR="008F59A6" w:rsidRPr="00010204" w:rsidRDefault="008F59A6" w:rsidP="006D0CD2">
            <w:pPr>
              <w:pStyle w:val="Titre2"/>
              <w:numPr>
                <w:ilvl w:val="1"/>
                <w:numId w:val="18"/>
              </w:numPr>
              <w:spacing w:before="0" w:line="240" w:lineRule="auto"/>
              <w:ind w:left="567" w:hanging="567"/>
              <w:rPr>
                <w:sz w:val="18"/>
              </w:rPr>
            </w:pPr>
            <w:r w:rsidRPr="00010204">
              <w:rPr>
                <w:sz w:val="18"/>
              </w:rPr>
              <w:t xml:space="preserve">Exercice des droits des personnes </w:t>
            </w:r>
          </w:p>
          <w:p w14:paraId="2FC19703" w14:textId="77777777" w:rsidR="008F59A6" w:rsidRDefault="006405A5" w:rsidP="00235B71">
            <w:pPr>
              <w:pStyle w:val="Corpsdetexte"/>
              <w:spacing w:before="0" w:line="240" w:lineRule="auto"/>
            </w:pPr>
            <w:r>
              <w:t>Le T</w:t>
            </w:r>
            <w:r w:rsidR="008F59A6">
              <w:t xml:space="preserve">itulaire doit fournir à l’Andra tout élément à sa disposition qui serait nécessaire à l’Andra pour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30CB0BAF" w14:textId="77777777" w:rsidR="008F59A6" w:rsidRDefault="008F59A6" w:rsidP="00235B71">
            <w:pPr>
              <w:pStyle w:val="Corpsdetexte"/>
              <w:spacing w:before="0" w:line="240" w:lineRule="auto"/>
            </w:pPr>
            <w:r>
              <w:t xml:space="preserve">Lorsque les personnes concernées exercent auprès du sous-traitant des demandes </w:t>
            </w:r>
            <w:r w:rsidR="00CE6ADE">
              <w:t xml:space="preserve">d’exercice de leurs droits, le </w:t>
            </w:r>
            <w:r w:rsidR="006405A5">
              <w:t>T</w:t>
            </w:r>
            <w:r>
              <w:t xml:space="preserve">itulaire doit adresser ces demandes dès réception par courrier électronique à </w:t>
            </w:r>
            <w:sdt>
              <w:sdtPr>
                <w:id w:val="1657345408"/>
                <w:placeholder>
                  <w:docPart w:val="DADBA95CCB0843E8A3F85BF312444186"/>
                </w:placeholder>
              </w:sdtPr>
              <w:sdtEndPr/>
              <w:sdtContent>
                <w:r>
                  <w:t>dpd@a</w:t>
                </w:r>
                <w:r w:rsidR="00F06510">
                  <w:t>n</w:t>
                </w:r>
                <w:r>
                  <w:t>dra.fr</w:t>
                </w:r>
              </w:sdtContent>
            </w:sdt>
            <w:r>
              <w:t xml:space="preserve">. </w:t>
            </w:r>
          </w:p>
          <w:p w14:paraId="788BF7E3" w14:textId="77777777" w:rsidR="008F59A6" w:rsidRPr="009D18C5" w:rsidRDefault="008F59A6" w:rsidP="006D0CD2">
            <w:pPr>
              <w:pStyle w:val="Titre2"/>
              <w:numPr>
                <w:ilvl w:val="1"/>
                <w:numId w:val="18"/>
              </w:numPr>
              <w:spacing w:before="0" w:line="240" w:lineRule="auto"/>
              <w:rPr>
                <w:sz w:val="18"/>
              </w:rPr>
            </w:pPr>
            <w:r w:rsidRPr="009D18C5">
              <w:rPr>
                <w:sz w:val="18"/>
              </w:rPr>
              <w:t xml:space="preserve">Notification des violations de données à caractère personnel </w:t>
            </w:r>
          </w:p>
          <w:p w14:paraId="2CB1ABF6" w14:textId="77777777" w:rsidR="008F59A6" w:rsidRDefault="008F59A6" w:rsidP="00235B71">
            <w:pPr>
              <w:pStyle w:val="Corpsdetexte"/>
              <w:spacing w:before="0" w:line="240" w:lineRule="auto"/>
            </w:pPr>
            <w:r>
              <w:t>L</w:t>
            </w:r>
            <w:r w:rsidR="006405A5">
              <w:t>e T</w:t>
            </w:r>
            <w:r>
              <w:t xml:space="preserve">itulaire notifie à l’Andra toute violation de données à caractère personnel immédiatement après en avoir pris connaissance et par tout moyen permettant d’attester de manière certaine la bonne réception de l’information par l’Andra. </w:t>
            </w:r>
          </w:p>
          <w:p w14:paraId="371ED6CE" w14:textId="77777777" w:rsidR="008F59A6" w:rsidRDefault="008F59A6" w:rsidP="00235B71">
            <w:pPr>
              <w:pStyle w:val="Corpsdetexte"/>
              <w:spacing w:before="0" w:line="240" w:lineRule="auto"/>
            </w:pPr>
            <w:r>
              <w:t xml:space="preserve">Cette notification est accompagnée de toute documentation utile afin de permettre à l’Andra, si nécessaire, de notifier cette violation à l’autorité de contrôle compétente et en particulier les informations suivantes :  </w:t>
            </w:r>
          </w:p>
          <w:p w14:paraId="35237FE4" w14:textId="77777777" w:rsidR="008F59A6" w:rsidRDefault="008F59A6" w:rsidP="00235B71">
            <w:pPr>
              <w:pStyle w:val="Corpsdetexte"/>
              <w:numPr>
                <w:ilvl w:val="0"/>
                <w:numId w:val="13"/>
              </w:numPr>
              <w:spacing w:before="0" w:after="0" w:line="240" w:lineRule="auto"/>
            </w:pPr>
            <w:proofErr w:type="gramStart"/>
            <w:r>
              <w:t>la</w:t>
            </w:r>
            <w:proofErr w:type="gramEnd"/>
            <w: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w:t>
            </w:r>
            <w:r w:rsidR="00CE6ADE">
              <w:t>e</w:t>
            </w:r>
            <w:r>
              <w:t xml:space="preserve">s ; </w:t>
            </w:r>
          </w:p>
          <w:p w14:paraId="2DEE2C9D" w14:textId="77777777" w:rsidR="008F59A6" w:rsidRDefault="008F59A6" w:rsidP="00235B71">
            <w:pPr>
              <w:pStyle w:val="Corpsdetexte"/>
              <w:numPr>
                <w:ilvl w:val="0"/>
                <w:numId w:val="13"/>
              </w:numPr>
              <w:spacing w:before="0" w:after="0" w:line="240" w:lineRule="auto"/>
            </w:pPr>
            <w:proofErr w:type="gramStart"/>
            <w:r>
              <w:t>le</w:t>
            </w:r>
            <w:proofErr w:type="gramEnd"/>
            <w:r>
              <w:t xml:space="preserve"> nom et les coordonnées du délégué à la protection des données ou d'un autre point de contact auprès duquel des informations supplémentaires peuvent être obtenues ; </w:t>
            </w:r>
          </w:p>
          <w:p w14:paraId="25325442" w14:textId="77777777" w:rsidR="008F59A6" w:rsidRDefault="008F59A6" w:rsidP="00235B71">
            <w:pPr>
              <w:pStyle w:val="Corpsdetexte"/>
              <w:numPr>
                <w:ilvl w:val="0"/>
                <w:numId w:val="13"/>
              </w:numPr>
              <w:spacing w:before="0" w:after="0" w:line="240" w:lineRule="auto"/>
            </w:pPr>
            <w:proofErr w:type="gramStart"/>
            <w:r>
              <w:t>la</w:t>
            </w:r>
            <w:proofErr w:type="gramEnd"/>
            <w:r>
              <w:t xml:space="preserve"> description des conséquences probables de la violation de données à caractère personnel ; </w:t>
            </w:r>
          </w:p>
          <w:p w14:paraId="16D73DEC" w14:textId="77777777" w:rsidR="008F59A6" w:rsidRDefault="008F59A6" w:rsidP="00235B71">
            <w:pPr>
              <w:pStyle w:val="Corpsdetexte"/>
              <w:numPr>
                <w:ilvl w:val="0"/>
                <w:numId w:val="13"/>
              </w:numPr>
              <w:spacing w:before="0" w:line="240" w:lineRule="auto"/>
            </w:pPr>
            <w:proofErr w:type="gramStart"/>
            <w:r>
              <w:lastRenderedPageBreak/>
              <w:t>la</w:t>
            </w:r>
            <w:proofErr w:type="gramEnd"/>
            <w:r>
              <w:t xml:space="preserve"> description des mesures prises pour remédier à la violation de données à caractère personnel, y compris, le cas échéant, les mesures pour en atténuer les éventuelles conséquences négatives. </w:t>
            </w:r>
          </w:p>
          <w:p w14:paraId="5A6F4752" w14:textId="77777777" w:rsidR="008F59A6" w:rsidRDefault="008F59A6" w:rsidP="00235B71">
            <w:pPr>
              <w:pStyle w:val="Corpsdetexte"/>
              <w:spacing w:before="0" w:line="240" w:lineRule="auto"/>
            </w:pPr>
            <w:r>
              <w:t xml:space="preserve">Après accord de l’Andra, le </w:t>
            </w:r>
            <w:r w:rsidR="006405A5">
              <w:t>T</w:t>
            </w:r>
            <w:r>
              <w:t>itulaire communique, au nom et pour le compte de l’Andra, la violation de données à caractère personnel à la personne concernée dans les meilleurs délais, lorsque cette violation est susceptible d'engendrer un risque élevé pour les droits et libertés d'une personne physique.</w:t>
            </w:r>
          </w:p>
          <w:p w14:paraId="7A1004A7" w14:textId="77777777" w:rsidR="008F59A6" w:rsidRDefault="008F59A6" w:rsidP="00235B71">
            <w:pPr>
              <w:pStyle w:val="Corpsdetexte"/>
              <w:spacing w:before="0" w:line="240" w:lineRule="auto"/>
            </w:pPr>
            <w:r>
              <w:t>La communication à la personne concernée décrit, en des termes clairs et simples, la nature de la violation de données à caractère personnel et contient au moins les informations listées au po</w:t>
            </w:r>
            <w:r w:rsidR="000F6073">
              <w:t xml:space="preserve">int 3 de l’article 33 du RGPD. </w:t>
            </w:r>
          </w:p>
          <w:p w14:paraId="538F8223" w14:textId="77777777" w:rsidR="000F6073" w:rsidRDefault="000F6073" w:rsidP="00235B71">
            <w:pPr>
              <w:pStyle w:val="Corpsdetexte"/>
              <w:spacing w:before="0" w:line="240" w:lineRule="auto"/>
            </w:pPr>
          </w:p>
          <w:p w14:paraId="43806224" w14:textId="77777777" w:rsidR="008F59A6" w:rsidRPr="009D18C5" w:rsidRDefault="00041FC1" w:rsidP="006D0CD2">
            <w:pPr>
              <w:pStyle w:val="Titre2"/>
              <w:numPr>
                <w:ilvl w:val="1"/>
                <w:numId w:val="18"/>
              </w:numPr>
              <w:spacing w:before="0" w:line="240" w:lineRule="auto"/>
              <w:ind w:left="567" w:hanging="567"/>
              <w:rPr>
                <w:sz w:val="18"/>
              </w:rPr>
            </w:pPr>
            <w:r>
              <w:rPr>
                <w:sz w:val="18"/>
              </w:rPr>
              <w:t xml:space="preserve">Aide du </w:t>
            </w:r>
            <w:r w:rsidR="006405A5">
              <w:rPr>
                <w:sz w:val="18"/>
              </w:rPr>
              <w:t>T</w:t>
            </w:r>
            <w:r w:rsidR="008F59A6" w:rsidRPr="009D18C5">
              <w:rPr>
                <w:sz w:val="18"/>
              </w:rPr>
              <w:t xml:space="preserve">itulaire dans le cadre du respect par l’Andra de ses obligations </w:t>
            </w:r>
          </w:p>
          <w:p w14:paraId="2F41C85C" w14:textId="77777777" w:rsidR="008F59A6" w:rsidRDefault="006405A5" w:rsidP="00235B71">
            <w:pPr>
              <w:pStyle w:val="Corpsdetexte"/>
              <w:spacing w:before="0" w:line="240" w:lineRule="auto"/>
            </w:pPr>
            <w:r>
              <w:t>Le T</w:t>
            </w:r>
            <w:r w:rsidR="008F59A6">
              <w:t>itulaire aide l’Andra pour la réalisati</w:t>
            </w:r>
            <w:r w:rsidR="00041FC1">
              <w:t xml:space="preserve">on d’analyses d’impact relatives </w:t>
            </w:r>
            <w:r w:rsidR="008F59A6">
              <w:t>à la protection des données ainsi que pour la réalisation de la consultation préalable de l’autorité de contrôle.</w:t>
            </w:r>
          </w:p>
          <w:p w14:paraId="09B03DA1"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Mesures de sécurité </w:t>
            </w:r>
          </w:p>
          <w:p w14:paraId="4938F28C" w14:textId="7C1A9FDC" w:rsidR="008F59A6" w:rsidRDefault="006405A5" w:rsidP="00235B71">
            <w:pPr>
              <w:pStyle w:val="Corpsdetexte"/>
              <w:spacing w:before="0" w:line="240" w:lineRule="auto"/>
            </w:pPr>
            <w:r>
              <w:t>Le T</w:t>
            </w:r>
            <w:r w:rsidR="008F59A6">
              <w:t xml:space="preserve">itulaire s’engage à mettre en œuvre les mesures de sécurité garantissant le respect des dispositions du RGPD afin de protéger l’ensemble des données à caractère personnel traité pour le compte de l’Andra dans le cadre du </w:t>
            </w:r>
            <w:r w:rsidR="00160AB4">
              <w:t>Marché</w:t>
            </w:r>
            <w:r w:rsidR="008F59A6">
              <w:t xml:space="preserve"> notamment contre la destruction accidentelle ou illégale, la perte accidentelle, l’altération, la divulgation ou l’accès non autorisé(e), y compris dans le cadre de la transmission de données sur un réseau, tout comme contre tout autre forme de traitement illicite ou non compris dans le</w:t>
            </w:r>
            <w:r w:rsidR="00041FC1">
              <w:t>s</w:t>
            </w:r>
            <w:r w:rsidR="008F59A6">
              <w:t xml:space="preserve"> traitements confiés </w:t>
            </w:r>
            <w:r>
              <w:t>au T</w:t>
            </w:r>
            <w:r w:rsidR="00041FC1">
              <w:t>itulaire</w:t>
            </w:r>
            <w:r w:rsidR="008F59A6">
              <w:t xml:space="preserve">.  </w:t>
            </w:r>
          </w:p>
          <w:p w14:paraId="28BDD361" w14:textId="77777777" w:rsidR="008F59A6" w:rsidRPr="00327EE8" w:rsidRDefault="008F59A6" w:rsidP="006D0CD2">
            <w:pPr>
              <w:pStyle w:val="Titre2"/>
              <w:numPr>
                <w:ilvl w:val="1"/>
                <w:numId w:val="18"/>
              </w:numPr>
              <w:spacing w:before="0" w:line="240" w:lineRule="auto"/>
              <w:ind w:left="567" w:hanging="567"/>
            </w:pPr>
            <w:r w:rsidRPr="009D18C5">
              <w:rPr>
                <w:sz w:val="18"/>
              </w:rPr>
              <w:t xml:space="preserve">Sort des données </w:t>
            </w:r>
          </w:p>
          <w:p w14:paraId="15630702" w14:textId="06D5ECB0" w:rsidR="008F59A6" w:rsidRDefault="008F59A6" w:rsidP="00235B71">
            <w:pPr>
              <w:pStyle w:val="Corpsdetexte"/>
              <w:spacing w:before="0" w:line="240" w:lineRule="auto"/>
            </w:pPr>
            <w:r>
              <w:t xml:space="preserve">Au terme </w:t>
            </w:r>
            <w:r w:rsidR="00D70D9B">
              <w:t xml:space="preserve">du traitement de ces données, le </w:t>
            </w:r>
            <w:r w:rsidR="006405A5">
              <w:t>T</w:t>
            </w:r>
            <w:r>
              <w:t>itulaire s’engage à détruire et à renvoyer les données à caractère personnel à la personne désignée par l’Andra</w:t>
            </w:r>
            <w:r w:rsidR="00D70D9B">
              <w:t xml:space="preserve"> au plus tard avant le terme du </w:t>
            </w:r>
            <w:r w:rsidR="00160AB4">
              <w:t>Marché</w:t>
            </w:r>
            <w:r>
              <w:t xml:space="preserve"> ou à défaut directement à l’Andra.  </w:t>
            </w:r>
          </w:p>
          <w:p w14:paraId="1310983E" w14:textId="77777777" w:rsidR="008F59A6" w:rsidRDefault="008F59A6" w:rsidP="00235B71">
            <w:pPr>
              <w:pStyle w:val="Corpsdetexte"/>
              <w:spacing w:before="0" w:line="240" w:lineRule="auto"/>
              <w:rPr>
                <w:b/>
              </w:rPr>
            </w:pPr>
            <w:r>
              <w:t xml:space="preserve">Le renvoi doit s’accompagner de la destruction de toutes les copies existantes dans les systèmes d’information du </w:t>
            </w:r>
            <w:r w:rsidR="006405A5">
              <w:t>T</w:t>
            </w:r>
            <w:r>
              <w:t>it</w:t>
            </w:r>
            <w:r w:rsidR="00D70D9B">
              <w:t xml:space="preserve">ulaire. Une fois détruites, le </w:t>
            </w:r>
            <w:r w:rsidR="006405A5">
              <w:t>T</w:t>
            </w:r>
            <w:r>
              <w:t xml:space="preserve">itulaire doit justifier par écrit de la destruction. </w:t>
            </w:r>
          </w:p>
          <w:p w14:paraId="7EAD450E"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Délégué à la protection des données </w:t>
            </w:r>
          </w:p>
          <w:p w14:paraId="583F35AD" w14:textId="77777777" w:rsidR="008F59A6" w:rsidRDefault="008F59A6" w:rsidP="00235B71">
            <w:pPr>
              <w:pStyle w:val="Corpsdetexte"/>
              <w:spacing w:before="0" w:line="240" w:lineRule="auto"/>
            </w:pPr>
            <w:r>
              <w:t xml:space="preserve">Le </w:t>
            </w:r>
            <w:r w:rsidR="006405A5">
              <w:t>T</w:t>
            </w:r>
            <w:r>
              <w:t xml:space="preserve">itulaire communique à l’Andra le nom et les coordonnées de son délégué à la protection des données, s’il en a désigné un conformément à l’article 37 du RGPD.  </w:t>
            </w:r>
          </w:p>
          <w:p w14:paraId="0BFB16FA"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Registre des catégories d’activités de traitement </w:t>
            </w:r>
          </w:p>
          <w:p w14:paraId="3AAD223A" w14:textId="77777777" w:rsidR="008F59A6" w:rsidRDefault="006405A5" w:rsidP="00235B71">
            <w:pPr>
              <w:pStyle w:val="Corpsdetexte"/>
              <w:spacing w:before="0" w:line="240" w:lineRule="auto"/>
            </w:pPr>
            <w:r>
              <w:t>Le T</w:t>
            </w:r>
            <w:r w:rsidR="008F59A6">
              <w:t>itulaire déclare tenir par écrit un registre de toutes les catégories d’activités de traitement effectuées pour le compte de l’Andra conforme aux dispositions de l’article 30 du RGPD.</w:t>
            </w:r>
          </w:p>
          <w:p w14:paraId="1F06E7C2"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Documentation </w:t>
            </w:r>
          </w:p>
          <w:p w14:paraId="66F5CB66" w14:textId="77777777" w:rsidR="008F59A6" w:rsidRDefault="006405A5" w:rsidP="00235B71">
            <w:pPr>
              <w:pStyle w:val="Corpsdetexte"/>
              <w:spacing w:before="0" w:line="240" w:lineRule="auto"/>
            </w:pPr>
            <w:r>
              <w:t>Le T</w:t>
            </w:r>
            <w:r w:rsidR="008F59A6">
              <w:t>itulaire met à la disposition de l’Andra la documentation nécessaire pour démontrer le respect de toutes ses obligations et pour permettre la réalisation d'audits, y compris des inspections, par l</w:t>
            </w:r>
            <w:r w:rsidR="00D70D9B">
              <w:t>’Andra ou un autre auditeur qu'elle</w:t>
            </w:r>
            <w:r w:rsidR="008F59A6">
              <w:t xml:space="preserve"> a mandaté, et contribuer à ces audits. </w:t>
            </w:r>
          </w:p>
        </w:tc>
      </w:tr>
      <w:tr w:rsidR="008F59A6" w14:paraId="208EE818"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6984A3DB" w14:textId="281BF29E" w:rsidR="008F59A6" w:rsidRPr="008F59A6" w:rsidRDefault="008F59A6" w:rsidP="00DF485C">
            <w:pPr>
              <w:pStyle w:val="Titre1"/>
              <w:framePr w:hSpace="0" w:wrap="auto" w:vAnchor="margin" w:hAnchor="text" w:yAlign="inline"/>
            </w:pPr>
            <w:r w:rsidRPr="009D18C5">
              <w:lastRenderedPageBreak/>
              <w:t xml:space="preserve">Obligations de l’Andra vis-à-vis du </w:t>
            </w:r>
            <w:r w:rsidR="006405A5">
              <w:t>T</w:t>
            </w:r>
            <w:r w:rsidRPr="009D18C5">
              <w:t>itul</w:t>
            </w:r>
            <w:r>
              <w:t>aire</w:t>
            </w:r>
            <w:r w:rsidR="00D70D9B">
              <w:t xml:space="preserve"> du </w:t>
            </w:r>
            <w:r w:rsidR="00160AB4">
              <w:t>Marché</w:t>
            </w:r>
          </w:p>
        </w:tc>
      </w:tr>
      <w:tr w:rsidR="008F59A6" w14:paraId="39921E04"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256AAAE6" w14:textId="77777777" w:rsidR="008F59A6" w:rsidRPr="008F59A6" w:rsidRDefault="008F59A6" w:rsidP="00235B71">
            <w:pPr>
              <w:pStyle w:val="Corpsdetexte"/>
              <w:spacing w:line="240" w:lineRule="auto"/>
            </w:pPr>
            <w:r w:rsidRPr="008F59A6">
              <w:t xml:space="preserve">L’Andra s’engage à : </w:t>
            </w:r>
          </w:p>
          <w:p w14:paraId="082B0CA7" w14:textId="77777777" w:rsidR="008F59A6" w:rsidRPr="008F59A6" w:rsidRDefault="008F59A6" w:rsidP="00235B71">
            <w:pPr>
              <w:pStyle w:val="Corpsdetexte"/>
              <w:numPr>
                <w:ilvl w:val="0"/>
                <w:numId w:val="16"/>
              </w:numPr>
              <w:spacing w:before="0" w:after="0" w:line="240" w:lineRule="auto"/>
            </w:pPr>
            <w:proofErr w:type="gramStart"/>
            <w:r w:rsidRPr="008F59A6">
              <w:t>fournir</w:t>
            </w:r>
            <w:proofErr w:type="gramEnd"/>
            <w:r w:rsidRPr="008F59A6">
              <w:t xml:space="preserve"> au </w:t>
            </w:r>
            <w:r w:rsidR="006405A5">
              <w:t>T</w:t>
            </w:r>
            <w:r w:rsidRPr="008F59A6">
              <w:t xml:space="preserve">itulaire les données visées à l’article </w:t>
            </w:r>
            <w:r w:rsidR="006D0CD2">
              <w:t>3</w:t>
            </w:r>
            <w:r w:rsidRPr="008F59A6">
              <w:t xml:space="preserve"> du présent formulaire ; </w:t>
            </w:r>
          </w:p>
          <w:p w14:paraId="76912700" w14:textId="77777777" w:rsidR="008F59A6" w:rsidRPr="008F59A6" w:rsidRDefault="008F59A6" w:rsidP="00DF485C">
            <w:pPr>
              <w:pStyle w:val="Corpsdetexte"/>
              <w:numPr>
                <w:ilvl w:val="0"/>
                <w:numId w:val="16"/>
              </w:numPr>
              <w:spacing w:before="0" w:line="240" w:lineRule="auto"/>
            </w:pPr>
            <w:proofErr w:type="gramStart"/>
            <w:r w:rsidRPr="008F59A6">
              <w:t>veiller</w:t>
            </w:r>
            <w:proofErr w:type="gramEnd"/>
            <w:r w:rsidRPr="008F59A6">
              <w:t>, au préalable, et pendant toute la durée du traite</w:t>
            </w:r>
            <w:r w:rsidR="006405A5">
              <w:t>ment au respect du RGPD par le T</w:t>
            </w:r>
            <w:r w:rsidRPr="008F59A6">
              <w:t>itulaire en réalisant des audi</w:t>
            </w:r>
            <w:r w:rsidR="00D70D9B">
              <w:t>ts et des inspection</w:t>
            </w:r>
            <w:r w:rsidR="006D0CD2">
              <w:t>s</w:t>
            </w:r>
            <w:r w:rsidR="00D70D9B">
              <w:t xml:space="preserve"> auprès du </w:t>
            </w:r>
            <w:r w:rsidR="006405A5">
              <w:t>T</w:t>
            </w:r>
            <w:r w:rsidRPr="008F59A6">
              <w:t xml:space="preserve">itulaire ou par des moyens adaptés ; </w:t>
            </w:r>
          </w:p>
        </w:tc>
      </w:tr>
      <w:tr w:rsidR="00DF485C" w14:paraId="62E3EFD0"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35965266" w14:textId="77777777" w:rsidR="00DF485C" w:rsidRPr="008F59A6" w:rsidRDefault="00DF485C" w:rsidP="00DF485C">
            <w:pPr>
              <w:pStyle w:val="Titre1"/>
              <w:framePr w:hSpace="0" w:wrap="auto" w:vAnchor="margin" w:hAnchor="text" w:yAlign="inline"/>
            </w:pPr>
            <w:r>
              <w:t>Stipulations diverses</w:t>
            </w:r>
          </w:p>
        </w:tc>
      </w:tr>
      <w:tr w:rsidR="008F59A6" w14:paraId="5312FBFB"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5D73F9D1" w14:textId="1078E8EA" w:rsidR="00D70D9B" w:rsidRDefault="008F59A6" w:rsidP="00235B71">
            <w:pPr>
              <w:pStyle w:val="Corpsdetexte"/>
              <w:spacing w:line="240" w:lineRule="auto"/>
            </w:pPr>
            <w:r w:rsidRPr="008F59A6">
              <w:t xml:space="preserve">Je soussigné(e)……………………………………… représentant de …………………………………. </w:t>
            </w:r>
            <w:proofErr w:type="gramStart"/>
            <w:r w:rsidRPr="008F59A6">
              <w:t>dans</w:t>
            </w:r>
            <w:proofErr w:type="gramEnd"/>
            <w:r w:rsidRPr="008F59A6">
              <w:t xml:space="preserve"> le cadre du </w:t>
            </w:r>
            <w:r w:rsidR="00160AB4">
              <w:t>Marché</w:t>
            </w:r>
            <w:r w:rsidRPr="008F59A6">
              <w:t xml:space="preserve"> déclare avoir pris connaissance des obligations ci-dessus et engage mon entreprise à les respecter. </w:t>
            </w:r>
          </w:p>
          <w:p w14:paraId="4543BF69" w14:textId="77777777" w:rsidR="008F59A6" w:rsidRPr="008F59A6" w:rsidRDefault="008F59A6" w:rsidP="00235B71">
            <w:pPr>
              <w:pStyle w:val="Corpsdetexte"/>
              <w:spacing w:line="240" w:lineRule="auto"/>
            </w:pPr>
            <w:r w:rsidRPr="008F59A6">
              <w:t xml:space="preserve">Je reconnais et accepte </w:t>
            </w:r>
            <w:r w:rsidR="00D70D9B">
              <w:t xml:space="preserve">également </w:t>
            </w:r>
            <w:r w:rsidRPr="008F59A6">
              <w:t>que toute non-conformité liée aux obligat</w:t>
            </w:r>
            <w:r w:rsidR="00B762C2">
              <w:t xml:space="preserve">ions susmentionnées pourra </w:t>
            </w:r>
            <w:r w:rsidRPr="008F59A6">
              <w:t>entraîner l’application par l’Andra de mesures coercitives prévues par les documents contractuels.</w:t>
            </w:r>
          </w:p>
        </w:tc>
      </w:tr>
    </w:tbl>
    <w:p w14:paraId="1A59A80C" w14:textId="77777777" w:rsidR="008F59A6" w:rsidRDefault="008F59A6" w:rsidP="008F59A6">
      <w:pPr>
        <w:rPr>
          <w:b/>
          <w:bCs/>
        </w:rPr>
      </w:pPr>
    </w:p>
    <w:p w14:paraId="7C90A25B" w14:textId="77777777" w:rsidR="00DF485C" w:rsidRPr="008F59A6" w:rsidRDefault="00DF485C" w:rsidP="008F59A6">
      <w:pPr>
        <w:rPr>
          <w:b/>
          <w:bCs/>
        </w:rPr>
      </w:pPr>
    </w:p>
    <w:p w14:paraId="53B180A2" w14:textId="77777777" w:rsidR="008F59A6" w:rsidRPr="008F59A6" w:rsidRDefault="008F59A6" w:rsidP="00B762C2">
      <w:pPr>
        <w:ind w:left="142"/>
        <w:rPr>
          <w:bCs/>
        </w:rPr>
      </w:pPr>
      <w:r w:rsidRPr="008F59A6">
        <w:rPr>
          <w:bCs/>
        </w:rPr>
        <w:t xml:space="preserve">Fait à ……………………………………………. </w:t>
      </w:r>
      <w:proofErr w:type="gramStart"/>
      <w:r w:rsidRPr="008F59A6">
        <w:rPr>
          <w:bCs/>
        </w:rPr>
        <w:t>le  …</w:t>
      </w:r>
      <w:proofErr w:type="gramEnd"/>
      <w:r w:rsidRPr="008F59A6">
        <w:rPr>
          <w:bCs/>
        </w:rPr>
        <w:t>……/</w:t>
      </w:r>
      <w:proofErr w:type="gramStart"/>
      <w:r w:rsidRPr="008F59A6">
        <w:rPr>
          <w:bCs/>
        </w:rPr>
        <w:t>…….</w:t>
      </w:r>
      <w:proofErr w:type="gramEnd"/>
      <w:r w:rsidRPr="008F59A6">
        <w:rPr>
          <w:bCs/>
        </w:rPr>
        <w:t xml:space="preserve">/……... </w:t>
      </w:r>
    </w:p>
    <w:p w14:paraId="5BA09F31" w14:textId="77777777" w:rsidR="008F59A6" w:rsidRDefault="008F59A6" w:rsidP="00B762C2">
      <w:pPr>
        <w:ind w:left="142"/>
      </w:pPr>
      <w:r w:rsidRPr="008F59A6">
        <w:rPr>
          <w:bCs/>
        </w:rPr>
        <w:lastRenderedPageBreak/>
        <w:t>Signature</w:t>
      </w:r>
    </w:p>
    <w:sectPr w:rsidR="008F59A6" w:rsidSect="00AE11CD">
      <w:type w:val="continuous"/>
      <w:pgSz w:w="11906" w:h="16838" w:code="9"/>
      <w:pgMar w:top="907" w:right="1474" w:bottom="1135" w:left="1531" w:header="425" w:footer="5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D2DB5" w14:textId="77777777" w:rsidR="00AE11CD" w:rsidRDefault="00AE11CD" w:rsidP="00636C4D">
      <w:r>
        <w:separator/>
      </w:r>
    </w:p>
  </w:endnote>
  <w:endnote w:type="continuationSeparator" w:id="0">
    <w:p w14:paraId="62E6EBA0" w14:textId="77777777" w:rsidR="00AE11CD" w:rsidRDefault="00AE11CD" w:rsidP="0063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679C5" w14:textId="77777777" w:rsidR="00AE11CD" w:rsidRDefault="00AE11CD" w:rsidP="00636C4D">
      <w:r>
        <w:separator/>
      </w:r>
    </w:p>
  </w:footnote>
  <w:footnote w:type="continuationSeparator" w:id="0">
    <w:p w14:paraId="16B1F6C8" w14:textId="77777777" w:rsidR="00AE11CD" w:rsidRDefault="00AE11CD" w:rsidP="00636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2" w:rightFromText="142" w:vertAnchor="text" w:horzAnchor="page" w:tblpX="11058" w:tblpY="48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tblGrid>
    <w:tr w:rsidR="00C96CC6" w:rsidRPr="005D36A3" w14:paraId="3B73C6E6" w14:textId="77777777" w:rsidTr="00855711">
      <w:trPr>
        <w:cantSplit/>
        <w:trHeight w:val="1848"/>
      </w:trPr>
      <w:tc>
        <w:tcPr>
          <w:tcW w:w="284" w:type="dxa"/>
          <w:textDirection w:val="tbRl"/>
          <w:vAlign w:val="center"/>
        </w:tcPr>
        <w:p w14:paraId="1F5C8555" w14:textId="51673089" w:rsidR="00C96CC6" w:rsidRPr="005D36A3" w:rsidRDefault="00C96CC6" w:rsidP="00C96CC6">
          <w:pPr>
            <w:pStyle w:val="Numroformulaire"/>
          </w:pPr>
          <w:proofErr w:type="gramStart"/>
          <w:r>
            <w:t>ANDRA.610</w:t>
          </w:r>
          <w:r w:rsidRPr="005D36A3">
            <w:t>.</w:t>
          </w:r>
          <w:r w:rsidR="00F6151C">
            <w:t>B</w:t>
          </w:r>
          <w:proofErr w:type="gramEnd"/>
          <w:r w:rsidRPr="005D36A3">
            <w:t xml:space="preserve">  - page </w:t>
          </w:r>
          <w:r>
            <w:fldChar w:fldCharType="begin"/>
          </w:r>
          <w:r>
            <w:instrText xml:space="preserve"> PAGE   \* MERGEFORMAT </w:instrText>
          </w:r>
          <w:r>
            <w:fldChar w:fldCharType="separate"/>
          </w:r>
          <w:r w:rsidR="00F13736">
            <w:rPr>
              <w:noProof/>
            </w:rPr>
            <w:t>3</w:t>
          </w:r>
          <w:r>
            <w:rPr>
              <w:noProof/>
            </w:rPr>
            <w:fldChar w:fldCharType="end"/>
          </w:r>
          <w:r w:rsidRPr="005D36A3">
            <w:t>/</w:t>
          </w:r>
          <w:fldSimple w:instr=" NUMPAGES   \* MERGEFORMAT ">
            <w:r w:rsidR="00F13736">
              <w:rPr>
                <w:noProof/>
              </w:rPr>
              <w:t>3</w:t>
            </w:r>
          </w:fldSimple>
        </w:p>
      </w:tc>
    </w:tr>
  </w:tbl>
  <w:p w14:paraId="63A24829" w14:textId="77777777" w:rsidR="00C96CC6" w:rsidRDefault="00C96C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2" w:rightFromText="142" w:vertAnchor="text" w:horzAnchor="page" w:tblpX="11058" w:tblpY="48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tblGrid>
    <w:tr w:rsidR="00C96CC6" w:rsidRPr="005D36A3" w14:paraId="07FF084D" w14:textId="77777777" w:rsidTr="00855711">
      <w:trPr>
        <w:cantSplit/>
        <w:trHeight w:val="1848"/>
      </w:trPr>
      <w:tc>
        <w:tcPr>
          <w:tcW w:w="284" w:type="dxa"/>
          <w:textDirection w:val="tbRl"/>
          <w:vAlign w:val="center"/>
        </w:tcPr>
        <w:p w14:paraId="048F4963" w14:textId="7EBDCC49" w:rsidR="00C96CC6" w:rsidRPr="005D36A3" w:rsidRDefault="00C96CC6" w:rsidP="00C96CC6">
          <w:pPr>
            <w:pStyle w:val="Numroformulaire"/>
          </w:pPr>
          <w:proofErr w:type="gramStart"/>
          <w:r>
            <w:t>ANDRA.610</w:t>
          </w:r>
          <w:r w:rsidRPr="005D36A3">
            <w:t>.</w:t>
          </w:r>
          <w:r w:rsidR="00F6151C">
            <w:t>B</w:t>
          </w:r>
          <w:proofErr w:type="gramEnd"/>
          <w:r w:rsidR="00F6151C" w:rsidRPr="005D36A3">
            <w:t xml:space="preserve"> </w:t>
          </w:r>
          <w:r w:rsidRPr="005D36A3">
            <w:t xml:space="preserve">- page </w:t>
          </w:r>
          <w:r>
            <w:fldChar w:fldCharType="begin"/>
          </w:r>
          <w:r>
            <w:instrText xml:space="preserve"> PAGE   \* MERGEFORMAT </w:instrText>
          </w:r>
          <w:r>
            <w:fldChar w:fldCharType="separate"/>
          </w:r>
          <w:r w:rsidR="00F13736">
            <w:rPr>
              <w:noProof/>
            </w:rPr>
            <w:t>1</w:t>
          </w:r>
          <w:r>
            <w:rPr>
              <w:noProof/>
            </w:rPr>
            <w:fldChar w:fldCharType="end"/>
          </w:r>
          <w:r w:rsidRPr="005D36A3">
            <w:t>/</w:t>
          </w:r>
          <w:fldSimple w:instr=" NUMPAGES   \* MERGEFORMAT ">
            <w:r w:rsidR="00F13736">
              <w:rPr>
                <w:noProof/>
              </w:rPr>
              <w:t>3</w:t>
            </w:r>
          </w:fldSimple>
        </w:p>
      </w:tc>
    </w:tr>
  </w:tbl>
  <w:p w14:paraId="5DEE2153" w14:textId="77777777" w:rsidR="00C96CC6" w:rsidRDefault="00C96C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908D610"/>
    <w:lvl w:ilvl="0">
      <w:start w:val="1"/>
      <w:numFmt w:val="lowerLetter"/>
      <w:pStyle w:val="Listenumros2"/>
      <w:lvlText w:val="%1)"/>
      <w:lvlJc w:val="left"/>
      <w:pPr>
        <w:ind w:left="717" w:hanging="360"/>
      </w:pPr>
      <w:rPr>
        <w:rFonts w:hint="default"/>
      </w:rPr>
    </w:lvl>
  </w:abstractNum>
  <w:abstractNum w:abstractNumId="1" w15:restartNumberingAfterBreak="0">
    <w:nsid w:val="06784E36"/>
    <w:multiLevelType w:val="hybridMultilevel"/>
    <w:tmpl w:val="35AC6058"/>
    <w:lvl w:ilvl="0" w:tplc="D378347E">
      <w:start w:val="1"/>
      <w:numFmt w:val="bullet"/>
      <w:lvlText w:val="-"/>
      <w:lvlJc w:val="left"/>
      <w:pPr>
        <w:ind w:left="720" w:hanging="360"/>
      </w:pPr>
      <w:rPr>
        <w:rFonts w:ascii="Lucida Sans"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44EE0"/>
    <w:multiLevelType w:val="multilevel"/>
    <w:tmpl w:val="56BCF7F4"/>
    <w:lvl w:ilvl="0">
      <w:start w:val="3"/>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440" w:hanging="144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800" w:hanging="1800"/>
      </w:pPr>
      <w:rPr>
        <w:rFonts w:hint="default"/>
        <w:sz w:val="18"/>
      </w:rPr>
    </w:lvl>
    <w:lvl w:ilvl="8">
      <w:start w:val="1"/>
      <w:numFmt w:val="decimal"/>
      <w:lvlText w:val="%1.%2.%3.%4.%5.%6.%7.%8.%9"/>
      <w:lvlJc w:val="left"/>
      <w:pPr>
        <w:ind w:left="2160" w:hanging="2160"/>
      </w:pPr>
      <w:rPr>
        <w:rFonts w:hint="default"/>
        <w:sz w:val="18"/>
      </w:rPr>
    </w:lvl>
  </w:abstractNum>
  <w:abstractNum w:abstractNumId="3" w15:restartNumberingAfterBreak="0">
    <w:nsid w:val="1E2F1A31"/>
    <w:multiLevelType w:val="hybridMultilevel"/>
    <w:tmpl w:val="76CE47D8"/>
    <w:lvl w:ilvl="0" w:tplc="000E6E00">
      <w:start w:val="3"/>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C00CA5"/>
    <w:multiLevelType w:val="hybridMultilevel"/>
    <w:tmpl w:val="66FE854C"/>
    <w:lvl w:ilvl="0" w:tplc="ED3A6280">
      <w:start w:val="1"/>
      <w:numFmt w:val="bullet"/>
      <w:pStyle w:val="Listepuces3"/>
      <w:lvlText w:val="-"/>
      <w:lvlJc w:val="left"/>
      <w:pPr>
        <w:ind w:left="1074" w:hanging="360"/>
      </w:pPr>
      <w:rPr>
        <w:rFonts w:ascii="Times New Roman" w:hAnsi="Times New Roman" w:cs="Times New Roman"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06A18"/>
    <w:multiLevelType w:val="hybridMultilevel"/>
    <w:tmpl w:val="8A80B1C2"/>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3934A0F"/>
    <w:multiLevelType w:val="hybridMultilevel"/>
    <w:tmpl w:val="E95AD686"/>
    <w:lvl w:ilvl="0" w:tplc="AF2A8B34">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2827C0"/>
    <w:multiLevelType w:val="hybridMultilevel"/>
    <w:tmpl w:val="20BACC16"/>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3CDF74C9"/>
    <w:multiLevelType w:val="multilevel"/>
    <w:tmpl w:val="B04E54D2"/>
    <w:lvl w:ilvl="0">
      <w:start w:val="1"/>
      <w:numFmt w:val="decimal"/>
      <w:lvlText w:val="%1."/>
      <w:lvlJc w:val="left"/>
      <w:pPr>
        <w:tabs>
          <w:tab w:val="num" w:pos="1134"/>
        </w:tabs>
        <w:ind w:left="1134" w:hanging="1134"/>
      </w:pPr>
      <w:rPr>
        <w:rFonts w:ascii="Lucida Sans" w:hAnsi="Lucida Sans" w:cs="Lucida Sans Unicode" w:hint="default"/>
        <w:b/>
        <w:i w:val="0"/>
        <w:color w:val="auto"/>
        <w:sz w:val="28"/>
        <w:szCs w:val="28"/>
      </w:r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49EC35D9"/>
    <w:multiLevelType w:val="hybridMultilevel"/>
    <w:tmpl w:val="C4C07986"/>
    <w:lvl w:ilvl="0" w:tplc="0CD824DE">
      <w:start w:val="3"/>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4C79E4"/>
    <w:multiLevelType w:val="multilevel"/>
    <w:tmpl w:val="0A047D84"/>
    <w:lvl w:ilvl="0">
      <w:start w:val="4"/>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440" w:hanging="144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800" w:hanging="1800"/>
      </w:pPr>
      <w:rPr>
        <w:rFonts w:hint="default"/>
        <w:sz w:val="18"/>
      </w:rPr>
    </w:lvl>
    <w:lvl w:ilvl="8">
      <w:start w:val="1"/>
      <w:numFmt w:val="decimal"/>
      <w:lvlText w:val="%1.%2.%3.%4.%5.%6.%7.%8.%9"/>
      <w:lvlJc w:val="left"/>
      <w:pPr>
        <w:ind w:left="2160" w:hanging="2160"/>
      </w:pPr>
      <w:rPr>
        <w:rFonts w:hint="default"/>
        <w:sz w:val="18"/>
      </w:rPr>
    </w:lvl>
  </w:abstractNum>
  <w:abstractNum w:abstractNumId="12" w15:restartNumberingAfterBreak="0">
    <w:nsid w:val="577D30A7"/>
    <w:multiLevelType w:val="multilevel"/>
    <w:tmpl w:val="B01EDB7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4" w15:restartNumberingAfterBreak="0">
    <w:nsid w:val="6871100E"/>
    <w:multiLevelType w:val="hybridMultilevel"/>
    <w:tmpl w:val="15C484D4"/>
    <w:lvl w:ilvl="0" w:tplc="F4E46B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84610E"/>
    <w:multiLevelType w:val="hybridMultilevel"/>
    <w:tmpl w:val="F3209EF6"/>
    <w:lvl w:ilvl="0" w:tplc="23F6E028">
      <w:start w:val="2"/>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AE4BA1"/>
    <w:multiLevelType w:val="hybridMultilevel"/>
    <w:tmpl w:val="1A2EA0CA"/>
    <w:lvl w:ilvl="0" w:tplc="004EF7AE">
      <w:start w:val="1"/>
      <w:numFmt w:val="decimal"/>
      <w:pStyle w:val="Titre1"/>
      <w:lvlText w:val="%1-"/>
      <w:lvlJc w:val="left"/>
      <w:pPr>
        <w:ind w:left="720" w:hanging="360"/>
      </w:pPr>
      <w:rPr>
        <w:rFonts w:hint="default"/>
        <w:sz w:val="18"/>
        <w:szCs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E1A6EC0"/>
    <w:multiLevelType w:val="hybridMultilevel"/>
    <w:tmpl w:val="F378FDE4"/>
    <w:lvl w:ilvl="0" w:tplc="69FAF98C">
      <w:start w:val="1"/>
      <w:numFmt w:val="bullet"/>
      <w:pStyle w:val="Listepuces"/>
      <w:lvlText w:val=""/>
      <w:lvlJc w:val="left"/>
      <w:pPr>
        <w:ind w:left="360"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4286827">
    <w:abstractNumId w:val="17"/>
  </w:num>
  <w:num w:numId="2" w16cid:durableId="1481338354">
    <w:abstractNumId w:val="12"/>
  </w:num>
  <w:num w:numId="3" w16cid:durableId="1376195911">
    <w:abstractNumId w:val="4"/>
  </w:num>
  <w:num w:numId="4" w16cid:durableId="869951274">
    <w:abstractNumId w:val="13"/>
  </w:num>
  <w:num w:numId="5" w16cid:durableId="1552230319">
    <w:abstractNumId w:val="0"/>
  </w:num>
  <w:num w:numId="6" w16cid:durableId="1706786004">
    <w:abstractNumId w:val="6"/>
  </w:num>
  <w:num w:numId="7" w16cid:durableId="1110008240">
    <w:abstractNumId w:val="18"/>
  </w:num>
  <w:num w:numId="8" w16cid:durableId="172377544">
    <w:abstractNumId w:val="7"/>
  </w:num>
  <w:num w:numId="9" w16cid:durableId="286401751">
    <w:abstractNumId w:val="5"/>
  </w:num>
  <w:num w:numId="10" w16cid:durableId="313536250">
    <w:abstractNumId w:val="8"/>
  </w:num>
  <w:num w:numId="11" w16cid:durableId="378942473">
    <w:abstractNumId w:val="9"/>
  </w:num>
  <w:num w:numId="12" w16cid:durableId="1886133999">
    <w:abstractNumId w:val="10"/>
  </w:num>
  <w:num w:numId="13" w16cid:durableId="967735347">
    <w:abstractNumId w:val="3"/>
  </w:num>
  <w:num w:numId="14" w16cid:durableId="1664240991">
    <w:abstractNumId w:val="15"/>
  </w:num>
  <w:num w:numId="15" w16cid:durableId="187913312">
    <w:abstractNumId w:val="16"/>
  </w:num>
  <w:num w:numId="16" w16cid:durableId="2074695961">
    <w:abstractNumId w:val="1"/>
  </w:num>
  <w:num w:numId="17" w16cid:durableId="731856983">
    <w:abstractNumId w:val="2"/>
  </w:num>
  <w:num w:numId="18" w16cid:durableId="1107047520">
    <w:abstractNumId w:val="11"/>
  </w:num>
  <w:num w:numId="19" w16cid:durableId="37670426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1" w:cryptProviderType="rsaAES" w:cryptAlgorithmClass="hash" w:cryptAlgorithmType="typeAny" w:cryptAlgorithmSid="14" w:cryptSpinCount="100000" w:hash="6Cb54nTuDv+3z3U226rC+0G5t7zk7vbRDRiUvaLjDppfRvcf6FimNL6WjY/62gZkTG5eiNtrdCBUgDTVZ0aFuA==" w:salt="ejSZ5B9Vl5ux1A0Jh6u1/g=="/>
  <w:defaultTabStop w:val="708"/>
  <w:hyphenationZone w:val="425"/>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0F3"/>
    <w:rsid w:val="0000273D"/>
    <w:rsid w:val="00010204"/>
    <w:rsid w:val="00020C6E"/>
    <w:rsid w:val="0003505D"/>
    <w:rsid w:val="00041FC1"/>
    <w:rsid w:val="00042CCD"/>
    <w:rsid w:val="0005166F"/>
    <w:rsid w:val="00052151"/>
    <w:rsid w:val="00054CB4"/>
    <w:rsid w:val="00057B33"/>
    <w:rsid w:val="0006332B"/>
    <w:rsid w:val="00065719"/>
    <w:rsid w:val="00066BC6"/>
    <w:rsid w:val="00074950"/>
    <w:rsid w:val="00076CF2"/>
    <w:rsid w:val="00077D3B"/>
    <w:rsid w:val="00084508"/>
    <w:rsid w:val="000920C5"/>
    <w:rsid w:val="000B1718"/>
    <w:rsid w:val="000E405A"/>
    <w:rsid w:val="000F13CA"/>
    <w:rsid w:val="000F6073"/>
    <w:rsid w:val="001101CB"/>
    <w:rsid w:val="001101F7"/>
    <w:rsid w:val="00113321"/>
    <w:rsid w:val="00113E30"/>
    <w:rsid w:val="001452C8"/>
    <w:rsid w:val="001537DB"/>
    <w:rsid w:val="00160AB4"/>
    <w:rsid w:val="00166A8C"/>
    <w:rsid w:val="00170FD2"/>
    <w:rsid w:val="0017758E"/>
    <w:rsid w:val="001829DA"/>
    <w:rsid w:val="001A5BDB"/>
    <w:rsid w:val="001A7A1A"/>
    <w:rsid w:val="001A7C04"/>
    <w:rsid w:val="001C1D9E"/>
    <w:rsid w:val="001C66F4"/>
    <w:rsid w:val="001D0CCF"/>
    <w:rsid w:val="001F2F0A"/>
    <w:rsid w:val="001F406A"/>
    <w:rsid w:val="0020799C"/>
    <w:rsid w:val="00210810"/>
    <w:rsid w:val="002162C5"/>
    <w:rsid w:val="002273FE"/>
    <w:rsid w:val="00235B71"/>
    <w:rsid w:val="00240331"/>
    <w:rsid w:val="00251D9A"/>
    <w:rsid w:val="0027120C"/>
    <w:rsid w:val="00274025"/>
    <w:rsid w:val="002A2118"/>
    <w:rsid w:val="002A5F87"/>
    <w:rsid w:val="002B18DA"/>
    <w:rsid w:val="002C37FC"/>
    <w:rsid w:val="002C541D"/>
    <w:rsid w:val="002D7905"/>
    <w:rsid w:val="002E03E7"/>
    <w:rsid w:val="002E24B1"/>
    <w:rsid w:val="002E6B96"/>
    <w:rsid w:val="002E76C0"/>
    <w:rsid w:val="002F3685"/>
    <w:rsid w:val="00300A17"/>
    <w:rsid w:val="0030121A"/>
    <w:rsid w:val="003123B0"/>
    <w:rsid w:val="003208F0"/>
    <w:rsid w:val="00320B07"/>
    <w:rsid w:val="00321A4B"/>
    <w:rsid w:val="003348BD"/>
    <w:rsid w:val="00356D55"/>
    <w:rsid w:val="00362717"/>
    <w:rsid w:val="0038046E"/>
    <w:rsid w:val="003818D2"/>
    <w:rsid w:val="003B6507"/>
    <w:rsid w:val="003C53A6"/>
    <w:rsid w:val="003D4879"/>
    <w:rsid w:val="003D7385"/>
    <w:rsid w:val="003E2A13"/>
    <w:rsid w:val="003E31E8"/>
    <w:rsid w:val="003F456C"/>
    <w:rsid w:val="004209A1"/>
    <w:rsid w:val="004279CC"/>
    <w:rsid w:val="00432C85"/>
    <w:rsid w:val="004362A5"/>
    <w:rsid w:val="00451893"/>
    <w:rsid w:val="00452F87"/>
    <w:rsid w:val="00456B41"/>
    <w:rsid w:val="00464009"/>
    <w:rsid w:val="004665E5"/>
    <w:rsid w:val="00470F7C"/>
    <w:rsid w:val="0048302F"/>
    <w:rsid w:val="004834A4"/>
    <w:rsid w:val="00491EDE"/>
    <w:rsid w:val="004A1CCB"/>
    <w:rsid w:val="004B3EA4"/>
    <w:rsid w:val="004B5E7A"/>
    <w:rsid w:val="004B68A5"/>
    <w:rsid w:val="004D3698"/>
    <w:rsid w:val="004D3743"/>
    <w:rsid w:val="004D6358"/>
    <w:rsid w:val="004D760C"/>
    <w:rsid w:val="004F5E3E"/>
    <w:rsid w:val="00502312"/>
    <w:rsid w:val="00526CC4"/>
    <w:rsid w:val="0054377C"/>
    <w:rsid w:val="00543E5C"/>
    <w:rsid w:val="00544914"/>
    <w:rsid w:val="00560A09"/>
    <w:rsid w:val="00562BBF"/>
    <w:rsid w:val="00574413"/>
    <w:rsid w:val="00577558"/>
    <w:rsid w:val="005833F4"/>
    <w:rsid w:val="00584DF2"/>
    <w:rsid w:val="005B03F8"/>
    <w:rsid w:val="005B10D7"/>
    <w:rsid w:val="005D36A3"/>
    <w:rsid w:val="005E04D2"/>
    <w:rsid w:val="005F2472"/>
    <w:rsid w:val="005F3570"/>
    <w:rsid w:val="005F681D"/>
    <w:rsid w:val="00604656"/>
    <w:rsid w:val="00606A6A"/>
    <w:rsid w:val="006236AF"/>
    <w:rsid w:val="00627E88"/>
    <w:rsid w:val="00636C4D"/>
    <w:rsid w:val="006405A5"/>
    <w:rsid w:val="00641338"/>
    <w:rsid w:val="006534C9"/>
    <w:rsid w:val="00653A54"/>
    <w:rsid w:val="006618A4"/>
    <w:rsid w:val="00681083"/>
    <w:rsid w:val="006843C1"/>
    <w:rsid w:val="006913C2"/>
    <w:rsid w:val="006C4278"/>
    <w:rsid w:val="006C664B"/>
    <w:rsid w:val="006C71A5"/>
    <w:rsid w:val="006D0CD2"/>
    <w:rsid w:val="006D54A1"/>
    <w:rsid w:val="006E014C"/>
    <w:rsid w:val="006E3777"/>
    <w:rsid w:val="006E5F5B"/>
    <w:rsid w:val="00717663"/>
    <w:rsid w:val="00725CDD"/>
    <w:rsid w:val="007305AC"/>
    <w:rsid w:val="00731A93"/>
    <w:rsid w:val="0073675C"/>
    <w:rsid w:val="00753A18"/>
    <w:rsid w:val="0076282D"/>
    <w:rsid w:val="007640F3"/>
    <w:rsid w:val="007668D9"/>
    <w:rsid w:val="007875CF"/>
    <w:rsid w:val="00793DD4"/>
    <w:rsid w:val="00795A69"/>
    <w:rsid w:val="00796C38"/>
    <w:rsid w:val="007A25C9"/>
    <w:rsid w:val="007D0B2D"/>
    <w:rsid w:val="007D140B"/>
    <w:rsid w:val="007E2776"/>
    <w:rsid w:val="007E284E"/>
    <w:rsid w:val="007F2965"/>
    <w:rsid w:val="007F71C2"/>
    <w:rsid w:val="00807A2D"/>
    <w:rsid w:val="00810D6D"/>
    <w:rsid w:val="0082638C"/>
    <w:rsid w:val="00826DEA"/>
    <w:rsid w:val="00827D77"/>
    <w:rsid w:val="008304A2"/>
    <w:rsid w:val="00834993"/>
    <w:rsid w:val="00840A93"/>
    <w:rsid w:val="00843898"/>
    <w:rsid w:val="00854209"/>
    <w:rsid w:val="008555F8"/>
    <w:rsid w:val="008561BE"/>
    <w:rsid w:val="0089564C"/>
    <w:rsid w:val="008B11E9"/>
    <w:rsid w:val="008C605A"/>
    <w:rsid w:val="008D0FF8"/>
    <w:rsid w:val="008D711C"/>
    <w:rsid w:val="008D75B3"/>
    <w:rsid w:val="008E31ED"/>
    <w:rsid w:val="008E34B1"/>
    <w:rsid w:val="008E404D"/>
    <w:rsid w:val="008E57A4"/>
    <w:rsid w:val="008F2909"/>
    <w:rsid w:val="008F59A6"/>
    <w:rsid w:val="0090012A"/>
    <w:rsid w:val="00913427"/>
    <w:rsid w:val="00927CC6"/>
    <w:rsid w:val="009355A4"/>
    <w:rsid w:val="00942033"/>
    <w:rsid w:val="00943145"/>
    <w:rsid w:val="00961C91"/>
    <w:rsid w:val="00974EB4"/>
    <w:rsid w:val="00980B1F"/>
    <w:rsid w:val="0098407A"/>
    <w:rsid w:val="0098505B"/>
    <w:rsid w:val="00995063"/>
    <w:rsid w:val="009A49FF"/>
    <w:rsid w:val="009A5783"/>
    <w:rsid w:val="009A7497"/>
    <w:rsid w:val="009B418C"/>
    <w:rsid w:val="009C05E5"/>
    <w:rsid w:val="009C6538"/>
    <w:rsid w:val="009C6828"/>
    <w:rsid w:val="009D18C5"/>
    <w:rsid w:val="009E4B56"/>
    <w:rsid w:val="009F4DFB"/>
    <w:rsid w:val="00A04FAF"/>
    <w:rsid w:val="00A10759"/>
    <w:rsid w:val="00A20EB3"/>
    <w:rsid w:val="00A24025"/>
    <w:rsid w:val="00A24874"/>
    <w:rsid w:val="00A33CDA"/>
    <w:rsid w:val="00A37A4C"/>
    <w:rsid w:val="00A40AC7"/>
    <w:rsid w:val="00A5086E"/>
    <w:rsid w:val="00A51B51"/>
    <w:rsid w:val="00A51E33"/>
    <w:rsid w:val="00A5252F"/>
    <w:rsid w:val="00A52F06"/>
    <w:rsid w:val="00A63104"/>
    <w:rsid w:val="00A678AE"/>
    <w:rsid w:val="00A815F6"/>
    <w:rsid w:val="00A90AD2"/>
    <w:rsid w:val="00A91235"/>
    <w:rsid w:val="00A93733"/>
    <w:rsid w:val="00A9373A"/>
    <w:rsid w:val="00AB5198"/>
    <w:rsid w:val="00AC0C51"/>
    <w:rsid w:val="00AC266E"/>
    <w:rsid w:val="00AD101D"/>
    <w:rsid w:val="00AD4662"/>
    <w:rsid w:val="00AD545B"/>
    <w:rsid w:val="00AE11CD"/>
    <w:rsid w:val="00AF315F"/>
    <w:rsid w:val="00AF4806"/>
    <w:rsid w:val="00AF7C8F"/>
    <w:rsid w:val="00B14B42"/>
    <w:rsid w:val="00B159C6"/>
    <w:rsid w:val="00B34453"/>
    <w:rsid w:val="00B40634"/>
    <w:rsid w:val="00B429C2"/>
    <w:rsid w:val="00B53851"/>
    <w:rsid w:val="00B762C2"/>
    <w:rsid w:val="00B94A57"/>
    <w:rsid w:val="00BA4976"/>
    <w:rsid w:val="00BD59AE"/>
    <w:rsid w:val="00BF2081"/>
    <w:rsid w:val="00BF493C"/>
    <w:rsid w:val="00C003C0"/>
    <w:rsid w:val="00C11CEC"/>
    <w:rsid w:val="00C13CCD"/>
    <w:rsid w:val="00C31B19"/>
    <w:rsid w:val="00C57AB0"/>
    <w:rsid w:val="00C62783"/>
    <w:rsid w:val="00C66858"/>
    <w:rsid w:val="00C711C5"/>
    <w:rsid w:val="00C760C1"/>
    <w:rsid w:val="00C77DE5"/>
    <w:rsid w:val="00C852F4"/>
    <w:rsid w:val="00C92376"/>
    <w:rsid w:val="00C96CC6"/>
    <w:rsid w:val="00CA3942"/>
    <w:rsid w:val="00CB09D5"/>
    <w:rsid w:val="00CB0FC8"/>
    <w:rsid w:val="00CD1B68"/>
    <w:rsid w:val="00CE6ADE"/>
    <w:rsid w:val="00CF3EC7"/>
    <w:rsid w:val="00D13BF0"/>
    <w:rsid w:val="00D23A68"/>
    <w:rsid w:val="00D36319"/>
    <w:rsid w:val="00D43E14"/>
    <w:rsid w:val="00D46129"/>
    <w:rsid w:val="00D567F3"/>
    <w:rsid w:val="00D65F75"/>
    <w:rsid w:val="00D67FB5"/>
    <w:rsid w:val="00D70D9B"/>
    <w:rsid w:val="00D724EC"/>
    <w:rsid w:val="00D73DD8"/>
    <w:rsid w:val="00D778D5"/>
    <w:rsid w:val="00D957A7"/>
    <w:rsid w:val="00DA1BE8"/>
    <w:rsid w:val="00DC2927"/>
    <w:rsid w:val="00DC3371"/>
    <w:rsid w:val="00DD2AE7"/>
    <w:rsid w:val="00DD32C3"/>
    <w:rsid w:val="00DF0337"/>
    <w:rsid w:val="00DF3D90"/>
    <w:rsid w:val="00DF439A"/>
    <w:rsid w:val="00DF485C"/>
    <w:rsid w:val="00DF5386"/>
    <w:rsid w:val="00E02820"/>
    <w:rsid w:val="00E047D6"/>
    <w:rsid w:val="00E20D03"/>
    <w:rsid w:val="00E20FCC"/>
    <w:rsid w:val="00E23853"/>
    <w:rsid w:val="00E50314"/>
    <w:rsid w:val="00E557E7"/>
    <w:rsid w:val="00E66B80"/>
    <w:rsid w:val="00E6743E"/>
    <w:rsid w:val="00EA37F0"/>
    <w:rsid w:val="00EA3FA4"/>
    <w:rsid w:val="00EB31A9"/>
    <w:rsid w:val="00EC2565"/>
    <w:rsid w:val="00EE62CE"/>
    <w:rsid w:val="00F06510"/>
    <w:rsid w:val="00F07621"/>
    <w:rsid w:val="00F13736"/>
    <w:rsid w:val="00F15034"/>
    <w:rsid w:val="00F169A9"/>
    <w:rsid w:val="00F30C6C"/>
    <w:rsid w:val="00F34F34"/>
    <w:rsid w:val="00F37DA3"/>
    <w:rsid w:val="00F40A1B"/>
    <w:rsid w:val="00F42F95"/>
    <w:rsid w:val="00F5165A"/>
    <w:rsid w:val="00F6151C"/>
    <w:rsid w:val="00FA3349"/>
    <w:rsid w:val="00FC7D83"/>
    <w:rsid w:val="00FE23CB"/>
    <w:rsid w:val="00FE40CF"/>
    <w:rsid w:val="00FF7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3E14A"/>
  <w15:chartTrackingRefBased/>
  <w15:docId w15:val="{6323C7BB-4A99-4C24-AE9D-32E981CC9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35"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9" w:unhideWhenUsed="1"/>
    <w:lsdException w:name="footer" w:semiHidden="1" w:uiPriority="10"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Subtle Reference" w:qFormat="1"/>
    <w:lsdException w:name="Bibliography" w:semiHidden="1" w:uiPriority="10"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995063"/>
    <w:pPr>
      <w:jc w:val="both"/>
    </w:pPr>
  </w:style>
  <w:style w:type="paragraph" w:styleId="Titre1">
    <w:name w:val="heading 1"/>
    <w:basedOn w:val="TitreFRM"/>
    <w:next w:val="Corpsdetexte"/>
    <w:link w:val="Titre1Car"/>
    <w:uiPriority w:val="35"/>
    <w:qFormat/>
    <w:rsid w:val="00DF485C"/>
    <w:pPr>
      <w:framePr w:hSpace="141" w:wrap="around" w:vAnchor="page" w:hAnchor="margin" w:y="3001"/>
      <w:numPr>
        <w:numId w:val="15"/>
      </w:numPr>
      <w:pBdr>
        <w:bottom w:val="single" w:sz="4" w:space="1" w:color="auto"/>
      </w:pBdr>
      <w:spacing w:before="0"/>
      <w:ind w:left="851" w:hanging="392"/>
      <w:jc w:val="center"/>
      <w:outlineLvl w:val="0"/>
    </w:pPr>
    <w:rPr>
      <w:rFonts w:eastAsia="Times New Roman"/>
      <w:sz w:val="18"/>
      <w:lang w:eastAsia="fr-FR"/>
    </w:rPr>
  </w:style>
  <w:style w:type="paragraph" w:styleId="Titre2">
    <w:name w:val="heading 2"/>
    <w:basedOn w:val="Normal"/>
    <w:next w:val="Corpsdetexte"/>
    <w:link w:val="Titre2Car"/>
    <w:uiPriority w:val="35"/>
    <w:qFormat/>
    <w:rsid w:val="00D73DD8"/>
    <w:pPr>
      <w:keepNext/>
      <w:numPr>
        <w:ilvl w:val="1"/>
        <w:numId w:val="11"/>
      </w:numPr>
      <w:spacing w:before="240" w:after="120" w:line="240" w:lineRule="exact"/>
      <w:outlineLvl w:val="1"/>
    </w:pPr>
    <w:rPr>
      <w:b/>
      <w:bCs/>
      <w:sz w:val="22"/>
      <w:szCs w:val="26"/>
    </w:rPr>
  </w:style>
  <w:style w:type="paragraph" w:styleId="Titre3">
    <w:name w:val="heading 3"/>
    <w:basedOn w:val="Normal"/>
    <w:next w:val="Corpsdetexte"/>
    <w:link w:val="Titre3Car"/>
    <w:uiPriority w:val="35"/>
    <w:qFormat/>
    <w:rsid w:val="00D73DD8"/>
    <w:pPr>
      <w:keepNext/>
      <w:numPr>
        <w:ilvl w:val="2"/>
        <w:numId w:val="11"/>
      </w:numPr>
      <w:spacing w:before="240" w:after="120" w:line="240" w:lineRule="exact"/>
      <w:outlineLvl w:val="2"/>
    </w:pPr>
    <w:rPr>
      <w:b/>
      <w:bCs/>
    </w:rPr>
  </w:style>
  <w:style w:type="paragraph" w:styleId="Titre4">
    <w:name w:val="heading 4"/>
    <w:basedOn w:val="Normal"/>
    <w:next w:val="Corpsdetexte"/>
    <w:link w:val="Titre4Car"/>
    <w:uiPriority w:val="35"/>
    <w:qFormat/>
    <w:rsid w:val="00D73DD8"/>
    <w:pPr>
      <w:keepNext/>
      <w:numPr>
        <w:ilvl w:val="3"/>
        <w:numId w:val="11"/>
      </w:numPr>
      <w:spacing w:before="120" w:after="120" w:line="240" w:lineRule="exact"/>
      <w:outlineLvl w:val="3"/>
    </w:pPr>
    <w:rPr>
      <w:bCs/>
    </w:rPr>
  </w:style>
  <w:style w:type="paragraph" w:styleId="Titre5">
    <w:name w:val="heading 5"/>
    <w:basedOn w:val="Normal"/>
    <w:next w:val="Corpsdetexte"/>
    <w:link w:val="Titre5Car"/>
    <w:uiPriority w:val="35"/>
    <w:qFormat/>
    <w:rsid w:val="00D73DD8"/>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D73DD8"/>
    <w:pPr>
      <w:keepNext/>
      <w:numPr>
        <w:numId w:val="10"/>
      </w:numPr>
      <w:spacing w:before="120" w:after="120" w:line="240" w:lineRule="exact"/>
      <w:outlineLvl w:val="5"/>
    </w:pPr>
    <w:rPr>
      <w:b/>
      <w:bCs/>
      <w:i/>
      <w:szCs w:val="22"/>
    </w:rPr>
  </w:style>
  <w:style w:type="paragraph" w:styleId="Titre7">
    <w:name w:val="heading 7"/>
    <w:basedOn w:val="Normal"/>
    <w:next w:val="Normal"/>
    <w:link w:val="Titre7Car"/>
    <w:uiPriority w:val="99"/>
    <w:semiHidden/>
    <w:rsid w:val="00D73DD8"/>
    <w:pPr>
      <w:numPr>
        <w:ilvl w:val="6"/>
        <w:numId w:val="11"/>
      </w:numPr>
      <w:outlineLvl w:val="6"/>
    </w:pPr>
    <w:rPr>
      <w:rFonts w:ascii="Arial" w:hAnsi="Arial" w:cs="Arial"/>
    </w:rPr>
  </w:style>
  <w:style w:type="paragraph" w:styleId="Titre8">
    <w:name w:val="heading 8"/>
    <w:basedOn w:val="Normal"/>
    <w:next w:val="Normal"/>
    <w:link w:val="Titre8Car"/>
    <w:uiPriority w:val="99"/>
    <w:semiHidden/>
    <w:rsid w:val="00D73DD8"/>
    <w:pPr>
      <w:numPr>
        <w:ilvl w:val="7"/>
        <w:numId w:val="11"/>
      </w:numPr>
      <w:outlineLvl w:val="7"/>
    </w:pPr>
    <w:rPr>
      <w:rFonts w:ascii="Arial" w:hAnsi="Arial" w:cs="Arial"/>
      <w:i/>
      <w:iCs/>
    </w:rPr>
  </w:style>
  <w:style w:type="paragraph" w:styleId="Titre9">
    <w:name w:val="heading 9"/>
    <w:basedOn w:val="Normal"/>
    <w:next w:val="Normal"/>
    <w:link w:val="Titre9Car"/>
    <w:uiPriority w:val="99"/>
    <w:semiHidden/>
    <w:rsid w:val="00D73DD8"/>
    <w:pPr>
      <w:numPr>
        <w:ilvl w:val="8"/>
        <w:numId w:val="11"/>
      </w:numPr>
      <w:outlineLvl w:val="8"/>
    </w:pPr>
    <w:rPr>
      <w:rFonts w:ascii="Arial" w:hAnsi="Arial"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
    <w:rsid w:val="00D73DD8"/>
    <w:pPr>
      <w:tabs>
        <w:tab w:val="right" w:pos="9072"/>
      </w:tabs>
    </w:pPr>
    <w:rPr>
      <w:sz w:val="14"/>
      <w:szCs w:val="20"/>
    </w:rPr>
  </w:style>
  <w:style w:type="character" w:customStyle="1" w:styleId="En-tteCar">
    <w:name w:val="En-tête Car"/>
    <w:basedOn w:val="Policepardfaut"/>
    <w:link w:val="En-tte"/>
    <w:uiPriority w:val="9"/>
    <w:rsid w:val="00636C4D"/>
    <w:rPr>
      <w:rFonts w:eastAsia="Times New Roman" w:cs="Times New Roman"/>
      <w:sz w:val="14"/>
      <w:lang w:eastAsia="fr-FR"/>
    </w:rPr>
  </w:style>
  <w:style w:type="paragraph" w:styleId="Pieddepage">
    <w:name w:val="footer"/>
    <w:basedOn w:val="Normal"/>
    <w:link w:val="PieddepageCar"/>
    <w:uiPriority w:val="10"/>
    <w:rsid w:val="00D73DD8"/>
    <w:rPr>
      <w:caps/>
      <w:sz w:val="10"/>
    </w:rPr>
  </w:style>
  <w:style w:type="character" w:customStyle="1" w:styleId="PieddepageCar">
    <w:name w:val="Pied de page Car"/>
    <w:basedOn w:val="Policepardfaut"/>
    <w:link w:val="Pieddepage"/>
    <w:uiPriority w:val="10"/>
    <w:rsid w:val="009C6828"/>
    <w:rPr>
      <w:rFonts w:eastAsia="Times New Roman" w:cs="Times New Roman"/>
      <w:caps/>
      <w:sz w:val="10"/>
      <w:szCs w:val="24"/>
      <w:lang w:eastAsia="fr-FR"/>
    </w:rPr>
  </w:style>
  <w:style w:type="paragraph" w:styleId="Textedebulles">
    <w:name w:val="Balloon Text"/>
    <w:basedOn w:val="Normal"/>
    <w:link w:val="TextedebullesCar"/>
    <w:uiPriority w:val="99"/>
    <w:semiHidden/>
    <w:rsid w:val="00D73DD8"/>
    <w:rPr>
      <w:rFonts w:ascii="Tahoma" w:hAnsi="Tahoma" w:cs="Tahoma"/>
      <w:sz w:val="16"/>
      <w:szCs w:val="16"/>
    </w:rPr>
  </w:style>
  <w:style w:type="character" w:customStyle="1" w:styleId="TextedebullesCar">
    <w:name w:val="Texte de bulles Car"/>
    <w:basedOn w:val="Policepardfaut"/>
    <w:link w:val="Textedebulles"/>
    <w:uiPriority w:val="99"/>
    <w:semiHidden/>
    <w:rsid w:val="00636C4D"/>
    <w:rPr>
      <w:rFonts w:ascii="Tahoma" w:eastAsia="Times New Roman" w:hAnsi="Tahoma" w:cs="Tahoma"/>
      <w:sz w:val="16"/>
      <w:szCs w:val="16"/>
      <w:lang w:eastAsia="fr-FR"/>
    </w:rPr>
  </w:style>
  <w:style w:type="table" w:styleId="Grilledutableau">
    <w:name w:val="Table Grid"/>
    <w:basedOn w:val="TableauNormal"/>
    <w:rsid w:val="00D73DD8"/>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edelespacerserv">
    <w:name w:val="Placeholder Text"/>
    <w:basedOn w:val="Policepardfaut"/>
    <w:uiPriority w:val="99"/>
    <w:semiHidden/>
    <w:rsid w:val="00D73DD8"/>
    <w:rPr>
      <w:color w:val="808080"/>
    </w:rPr>
  </w:style>
  <w:style w:type="paragraph" w:customStyle="1" w:styleId="AIdentification">
    <w:name w:val="A_Identification"/>
    <w:basedOn w:val="Normal"/>
    <w:next w:val="Normal"/>
    <w:uiPriority w:val="43"/>
    <w:rsid w:val="00D73DD8"/>
    <w:pPr>
      <w:jc w:val="left"/>
    </w:pPr>
    <w:rPr>
      <w:rFonts w:cstheme="minorBidi"/>
      <w:szCs w:val="16"/>
    </w:rPr>
  </w:style>
  <w:style w:type="paragraph" w:styleId="Paragraphedeliste">
    <w:name w:val="List Paragraph"/>
    <w:basedOn w:val="Normal"/>
    <w:link w:val="ParagraphedelisteCar"/>
    <w:uiPriority w:val="99"/>
    <w:semiHidden/>
    <w:rsid w:val="00D73DD8"/>
    <w:pPr>
      <w:ind w:left="720"/>
      <w:contextualSpacing/>
    </w:pPr>
  </w:style>
  <w:style w:type="character" w:customStyle="1" w:styleId="ParagraphedelisteCar">
    <w:name w:val="Paragraphe de liste Car"/>
    <w:basedOn w:val="Policepardfaut"/>
    <w:link w:val="Paragraphedeliste"/>
    <w:uiPriority w:val="99"/>
    <w:semiHidden/>
    <w:rsid w:val="00843898"/>
    <w:rPr>
      <w:rFonts w:eastAsia="Times New Roman" w:cs="Times New Roman"/>
      <w:sz w:val="18"/>
      <w:szCs w:val="24"/>
      <w:lang w:eastAsia="fr-FR"/>
    </w:rPr>
  </w:style>
  <w:style w:type="paragraph" w:styleId="Listenumros">
    <w:name w:val="List Number"/>
    <w:basedOn w:val="Normal"/>
    <w:uiPriority w:val="7"/>
    <w:qFormat/>
    <w:rsid w:val="00D73DD8"/>
    <w:pPr>
      <w:numPr>
        <w:numId w:val="2"/>
      </w:numPr>
      <w:spacing w:before="60" w:after="60" w:line="240" w:lineRule="exact"/>
      <w:contextualSpacing/>
    </w:pPr>
  </w:style>
  <w:style w:type="paragraph" w:customStyle="1" w:styleId="Annexe">
    <w:name w:val="Annexe"/>
    <w:basedOn w:val="Listenumros"/>
    <w:next w:val="Corpsdetexte"/>
    <w:uiPriority w:val="37"/>
    <w:qFormat/>
    <w:locked/>
    <w:rsid w:val="00D73DD8"/>
    <w:pPr>
      <w:numPr>
        <w:numId w:val="3"/>
      </w:numPr>
      <w:tabs>
        <w:tab w:val="left" w:pos="2268"/>
      </w:tabs>
    </w:pPr>
    <w:rPr>
      <w:sz w:val="28"/>
    </w:rPr>
  </w:style>
  <w:style w:type="paragraph" w:styleId="Corpsdetexte">
    <w:name w:val="Body Text"/>
    <w:basedOn w:val="Normal"/>
    <w:link w:val="CorpsdetexteCar"/>
    <w:uiPriority w:val="1"/>
    <w:qFormat/>
    <w:rsid w:val="00D73DD8"/>
    <w:pPr>
      <w:spacing w:before="160" w:after="160" w:line="240" w:lineRule="exact"/>
    </w:pPr>
  </w:style>
  <w:style w:type="character" w:customStyle="1" w:styleId="CorpsdetexteCar">
    <w:name w:val="Corps de texte Car"/>
    <w:basedOn w:val="Policepardfaut"/>
    <w:link w:val="Corpsdetexte"/>
    <w:uiPriority w:val="1"/>
    <w:rsid w:val="00B429C2"/>
    <w:rPr>
      <w:rFonts w:eastAsia="Times New Roman" w:cs="Times New Roman"/>
      <w:sz w:val="18"/>
      <w:szCs w:val="24"/>
      <w:lang w:eastAsia="fr-FR"/>
    </w:rPr>
  </w:style>
  <w:style w:type="character" w:styleId="Appeldenotedefin">
    <w:name w:val="endnote reference"/>
    <w:basedOn w:val="Policepardfaut"/>
    <w:uiPriority w:val="3"/>
    <w:semiHidden/>
    <w:unhideWhenUsed/>
    <w:rsid w:val="00D73DD8"/>
    <w:rPr>
      <w:rFonts w:ascii="Lucida Sans Unicode" w:hAnsi="Lucida Sans Unicode"/>
      <w:sz w:val="16"/>
      <w:vertAlign w:val="baseline"/>
    </w:rPr>
  </w:style>
  <w:style w:type="character" w:styleId="Appelnotedebasdep">
    <w:name w:val="footnote reference"/>
    <w:basedOn w:val="Policepardfaut"/>
    <w:uiPriority w:val="2"/>
    <w:semiHidden/>
    <w:unhideWhenUsed/>
    <w:rsid w:val="00D73DD8"/>
    <w:rPr>
      <w:rFonts w:ascii="Times New Roman" w:hAnsi="Times New Roman"/>
      <w:sz w:val="16"/>
      <w:vertAlign w:val="superscript"/>
    </w:rPr>
  </w:style>
  <w:style w:type="paragraph" w:styleId="Bibliographie">
    <w:name w:val="Bibliography"/>
    <w:basedOn w:val="Normal"/>
    <w:next w:val="Normal"/>
    <w:uiPriority w:val="10"/>
    <w:semiHidden/>
    <w:unhideWhenUsed/>
    <w:rsid w:val="00D73DD8"/>
    <w:pPr>
      <w:tabs>
        <w:tab w:val="left" w:pos="1559"/>
      </w:tabs>
      <w:ind w:left="1559" w:hanging="1559"/>
    </w:pPr>
  </w:style>
  <w:style w:type="paragraph" w:customStyle="1" w:styleId="Chapitre">
    <w:name w:val="Chapitre"/>
    <w:basedOn w:val="Normal"/>
    <w:uiPriority w:val="35"/>
    <w:locked/>
    <w:rsid w:val="00D73DD8"/>
    <w:pPr>
      <w:numPr>
        <w:numId w:val="4"/>
      </w:numPr>
      <w:tabs>
        <w:tab w:val="left" w:pos="0"/>
      </w:tabs>
      <w:spacing w:before="840" w:line="4000" w:lineRule="exact"/>
    </w:pPr>
    <w:rPr>
      <w:rFonts w:ascii="Lucia Sans" w:hAnsi="Lucia Sans"/>
      <w:sz w:val="16"/>
      <w:szCs w:val="20"/>
    </w:rPr>
  </w:style>
  <w:style w:type="paragraph" w:styleId="Corpsdetexte2">
    <w:name w:val="Body Text 2"/>
    <w:basedOn w:val="Normal"/>
    <w:next w:val="Corpsdetexte"/>
    <w:link w:val="Corpsdetexte2Car"/>
    <w:uiPriority w:val="1"/>
    <w:rsid w:val="00D73DD8"/>
    <w:pPr>
      <w:spacing w:before="160" w:after="160" w:line="240" w:lineRule="exact"/>
    </w:pPr>
    <w:rPr>
      <w:i/>
    </w:rPr>
  </w:style>
  <w:style w:type="character" w:customStyle="1" w:styleId="Corpsdetexte2Car">
    <w:name w:val="Corps de texte 2 Car"/>
    <w:basedOn w:val="Policepardfaut"/>
    <w:link w:val="Corpsdetexte2"/>
    <w:uiPriority w:val="1"/>
    <w:rsid w:val="00B429C2"/>
    <w:rPr>
      <w:rFonts w:eastAsia="Times New Roman" w:cs="Times New Roman"/>
      <w:i/>
      <w:sz w:val="18"/>
      <w:szCs w:val="24"/>
      <w:lang w:eastAsia="fr-FR"/>
    </w:rPr>
  </w:style>
  <w:style w:type="paragraph" w:styleId="Corpsdetexte3">
    <w:name w:val="Body Text 3"/>
    <w:basedOn w:val="Normal"/>
    <w:link w:val="Corpsdetexte3Car"/>
    <w:uiPriority w:val="1"/>
    <w:rsid w:val="00D73DD8"/>
    <w:pPr>
      <w:spacing w:before="160" w:after="160" w:line="240" w:lineRule="exact"/>
    </w:pPr>
    <w:rPr>
      <w:b/>
      <w:szCs w:val="16"/>
    </w:rPr>
  </w:style>
  <w:style w:type="character" w:customStyle="1" w:styleId="Corpsdetexte3Car">
    <w:name w:val="Corps de texte 3 Car"/>
    <w:basedOn w:val="Policepardfaut"/>
    <w:link w:val="Corpsdetexte3"/>
    <w:uiPriority w:val="1"/>
    <w:rsid w:val="00B429C2"/>
    <w:rPr>
      <w:rFonts w:eastAsia="Times New Roman" w:cs="Times New Roman"/>
      <w:b/>
      <w:sz w:val="18"/>
      <w:szCs w:val="16"/>
      <w:lang w:eastAsia="fr-FR"/>
    </w:rPr>
  </w:style>
  <w:style w:type="paragraph" w:customStyle="1" w:styleId="Corpsdetexte4">
    <w:name w:val="Corps de texte 4"/>
    <w:basedOn w:val="Corpsdetexte"/>
    <w:uiPriority w:val="1"/>
    <w:rsid w:val="00D73DD8"/>
    <w:pPr>
      <w:jc w:val="center"/>
    </w:pPr>
    <w:rPr>
      <w:i/>
    </w:rPr>
  </w:style>
  <w:style w:type="paragraph" w:customStyle="1" w:styleId="Corpsdetexte5">
    <w:name w:val="Corps de texte 5"/>
    <w:basedOn w:val="Corpsdetexte4"/>
    <w:uiPriority w:val="1"/>
    <w:rsid w:val="00D73DD8"/>
    <w:rPr>
      <w:b/>
      <w:i w:val="0"/>
    </w:rPr>
  </w:style>
  <w:style w:type="character" w:styleId="Accentuationlgre">
    <w:name w:val="Subtle Emphasis"/>
    <w:uiPriority w:val="99"/>
    <w:semiHidden/>
    <w:rsid w:val="00D73DD8"/>
  </w:style>
  <w:style w:type="character" w:customStyle="1" w:styleId="Titre1Car">
    <w:name w:val="Titre 1 Car"/>
    <w:basedOn w:val="Policepardfaut"/>
    <w:link w:val="Titre1"/>
    <w:uiPriority w:val="35"/>
    <w:rsid w:val="00DF485C"/>
    <w:rPr>
      <w:rFonts w:eastAsia="Times New Roman"/>
      <w:b/>
      <w:bCs/>
      <w:lang w:eastAsia="fr-FR"/>
    </w:rPr>
  </w:style>
  <w:style w:type="paragraph" w:styleId="En-ttedetabledesmatires">
    <w:name w:val="TOC Heading"/>
    <w:basedOn w:val="Titre1"/>
    <w:next w:val="Normal"/>
    <w:uiPriority w:val="99"/>
    <w:semiHidden/>
    <w:unhideWhenUsed/>
    <w:qFormat/>
    <w:rsid w:val="00D73DD8"/>
    <w:pPr>
      <w:keepLines/>
      <w:framePr w:wrap="around"/>
      <w:numPr>
        <w:numId w:val="0"/>
      </w:numPr>
      <w:spacing w:before="480" w:line="276" w:lineRule="auto"/>
      <w:outlineLvl w:val="9"/>
    </w:pPr>
    <w:rPr>
      <w:rFonts w:asciiTheme="majorHAnsi" w:eastAsiaTheme="majorEastAsia" w:hAnsiTheme="majorHAnsi" w:cstheme="majorBidi"/>
      <w:color w:val="365F91" w:themeColor="accent1" w:themeShade="BF"/>
      <w:szCs w:val="28"/>
    </w:rPr>
  </w:style>
  <w:style w:type="paragraph" w:styleId="Lgende">
    <w:name w:val="caption"/>
    <w:basedOn w:val="Normal"/>
    <w:next w:val="Corpsdetexte"/>
    <w:uiPriority w:val="4"/>
    <w:qFormat/>
    <w:rsid w:val="00D73DD8"/>
    <w:pPr>
      <w:tabs>
        <w:tab w:val="left" w:pos="1985"/>
      </w:tabs>
      <w:spacing w:before="160" w:after="160" w:line="240" w:lineRule="exact"/>
      <w:ind w:left="1985" w:right="992" w:hanging="1985"/>
      <w:jc w:val="lowKashida"/>
    </w:pPr>
    <w:rPr>
      <w:i/>
      <w:iCs/>
    </w:rPr>
  </w:style>
  <w:style w:type="character" w:styleId="Lienhypertexte">
    <w:name w:val="Hyperlink"/>
    <w:basedOn w:val="Policepardfaut"/>
    <w:uiPriority w:val="99"/>
    <w:rsid w:val="00D73DD8"/>
    <w:rPr>
      <w:color w:val="0000FF"/>
      <w:u w:val="none"/>
    </w:rPr>
  </w:style>
  <w:style w:type="paragraph" w:styleId="Liste">
    <w:name w:val="List"/>
    <w:basedOn w:val="Normal"/>
    <w:uiPriority w:val="99"/>
    <w:semiHidden/>
    <w:rsid w:val="00D73DD8"/>
    <w:pPr>
      <w:ind w:left="283" w:hanging="283"/>
      <w:contextualSpacing/>
    </w:pPr>
  </w:style>
  <w:style w:type="paragraph" w:styleId="Listenumros2">
    <w:name w:val="List Number 2"/>
    <w:basedOn w:val="Normal"/>
    <w:uiPriority w:val="7"/>
    <w:qFormat/>
    <w:rsid w:val="00D73DD8"/>
    <w:pPr>
      <w:numPr>
        <w:numId w:val="5"/>
      </w:numPr>
      <w:spacing w:before="60" w:after="60" w:line="240" w:lineRule="exact"/>
      <w:contextualSpacing/>
    </w:pPr>
  </w:style>
  <w:style w:type="paragraph" w:styleId="Listenumros3">
    <w:name w:val="List Number 3"/>
    <w:basedOn w:val="Normal"/>
    <w:uiPriority w:val="7"/>
    <w:qFormat/>
    <w:rsid w:val="00D73DD8"/>
    <w:pPr>
      <w:numPr>
        <w:numId w:val="6"/>
      </w:numPr>
      <w:spacing w:before="60" w:after="60" w:line="240" w:lineRule="exact"/>
      <w:contextualSpacing/>
    </w:pPr>
  </w:style>
  <w:style w:type="paragraph" w:styleId="Listepuces">
    <w:name w:val="List Bullet"/>
    <w:basedOn w:val="Normal"/>
    <w:uiPriority w:val="6"/>
    <w:qFormat/>
    <w:rsid w:val="00D73DD8"/>
    <w:pPr>
      <w:numPr>
        <w:numId w:val="7"/>
      </w:numPr>
      <w:spacing w:before="60" w:after="60" w:line="240" w:lineRule="exact"/>
      <w:contextualSpacing/>
    </w:pPr>
  </w:style>
  <w:style w:type="paragraph" w:styleId="Listepuces2">
    <w:name w:val="List Bullet 2"/>
    <w:basedOn w:val="Normal"/>
    <w:uiPriority w:val="6"/>
    <w:qFormat/>
    <w:rsid w:val="00D73DD8"/>
    <w:pPr>
      <w:numPr>
        <w:numId w:val="8"/>
      </w:numPr>
      <w:spacing w:before="60" w:after="60" w:line="240" w:lineRule="exact"/>
      <w:contextualSpacing/>
    </w:pPr>
  </w:style>
  <w:style w:type="paragraph" w:styleId="Listepuces3">
    <w:name w:val="List Bullet 3"/>
    <w:basedOn w:val="Normal"/>
    <w:uiPriority w:val="6"/>
    <w:qFormat/>
    <w:rsid w:val="00D73DD8"/>
    <w:pPr>
      <w:numPr>
        <w:numId w:val="9"/>
      </w:numPr>
      <w:spacing w:before="60" w:after="60" w:line="240" w:lineRule="exact"/>
      <w:contextualSpacing/>
    </w:pPr>
  </w:style>
  <w:style w:type="paragraph" w:styleId="Notedebasdepage">
    <w:name w:val="footnote text"/>
    <w:basedOn w:val="Normal"/>
    <w:link w:val="NotedebasdepageCar"/>
    <w:uiPriority w:val="2"/>
    <w:semiHidden/>
    <w:unhideWhenUsed/>
    <w:rsid w:val="00D73DD8"/>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B429C2"/>
    <w:rPr>
      <w:rFonts w:eastAsia="Times New Roman" w:cs="Times New Roman"/>
      <w:sz w:val="16"/>
      <w:szCs w:val="16"/>
      <w:lang w:eastAsia="fr-FR"/>
    </w:rPr>
  </w:style>
  <w:style w:type="paragraph" w:styleId="Notedefin">
    <w:name w:val="endnote text"/>
    <w:basedOn w:val="Normal"/>
    <w:link w:val="NotedefinCar"/>
    <w:uiPriority w:val="3"/>
    <w:semiHidden/>
    <w:unhideWhenUsed/>
    <w:rsid w:val="00D73DD8"/>
    <w:pPr>
      <w:ind w:left="425" w:hanging="425"/>
    </w:pPr>
    <w:rPr>
      <w:szCs w:val="20"/>
    </w:rPr>
  </w:style>
  <w:style w:type="character" w:customStyle="1" w:styleId="NotedefinCar">
    <w:name w:val="Note de fin Car"/>
    <w:basedOn w:val="Policepardfaut"/>
    <w:link w:val="Notedefin"/>
    <w:uiPriority w:val="3"/>
    <w:semiHidden/>
    <w:rsid w:val="00B429C2"/>
    <w:rPr>
      <w:rFonts w:eastAsia="Times New Roman" w:cs="Times New Roman"/>
      <w:sz w:val="18"/>
      <w:lang w:eastAsia="fr-FR"/>
    </w:rPr>
  </w:style>
  <w:style w:type="paragraph" w:customStyle="1" w:styleId="NumroAndra">
    <w:name w:val="Numéro Andra"/>
    <w:basedOn w:val="En-tte"/>
    <w:uiPriority w:val="9"/>
    <w:qFormat/>
    <w:rsid w:val="00D73DD8"/>
    <w:pPr>
      <w:jc w:val="right"/>
    </w:pPr>
  </w:style>
  <w:style w:type="character" w:styleId="Numrodepage">
    <w:name w:val="page number"/>
    <w:basedOn w:val="Policepardfaut"/>
    <w:uiPriority w:val="11"/>
    <w:rsid w:val="00D73DD8"/>
    <w:rPr>
      <w:rFonts w:ascii="Lucida Sans" w:hAnsi="Lucida Sans"/>
      <w:sz w:val="14"/>
    </w:rPr>
  </w:style>
  <w:style w:type="paragraph" w:customStyle="1" w:styleId="TitreFRM">
    <w:name w:val="Titre FRM"/>
    <w:basedOn w:val="Normal"/>
    <w:uiPriority w:val="43"/>
    <w:locked/>
    <w:rsid w:val="00D73DD8"/>
    <w:pPr>
      <w:spacing w:before="60"/>
      <w:jc w:val="left"/>
    </w:pPr>
    <w:rPr>
      <w:b/>
      <w:bCs/>
      <w:sz w:val="28"/>
    </w:rPr>
  </w:style>
  <w:style w:type="paragraph" w:customStyle="1" w:styleId="Numroformulaire">
    <w:name w:val="Numéro formulaire"/>
    <w:basedOn w:val="TitreFRM"/>
    <w:uiPriority w:val="43"/>
    <w:qFormat/>
    <w:locked/>
    <w:rsid w:val="00D73DD8"/>
    <w:pPr>
      <w:spacing w:before="0"/>
    </w:pPr>
    <w:rPr>
      <w:b w:val="0"/>
      <w:sz w:val="10"/>
    </w:rPr>
  </w:style>
  <w:style w:type="paragraph" w:customStyle="1" w:styleId="TITRE">
    <w:name w:val="TITRE"/>
    <w:basedOn w:val="Titre1"/>
    <w:next w:val="Corpsdetexte"/>
    <w:uiPriority w:val="35"/>
    <w:qFormat/>
    <w:rsid w:val="00D73DD8"/>
    <w:pPr>
      <w:framePr w:wrap="around"/>
      <w:numPr>
        <w:numId w:val="0"/>
      </w:numPr>
      <w:spacing w:after="600"/>
    </w:pPr>
    <w:rPr>
      <w:caps/>
      <w:sz w:val="40"/>
    </w:rPr>
  </w:style>
  <w:style w:type="paragraph" w:customStyle="1" w:styleId="PageAnnexes">
    <w:name w:val="Page Annexes"/>
    <w:basedOn w:val="TITRE"/>
    <w:uiPriority w:val="36"/>
    <w:rsid w:val="00D73DD8"/>
    <w:pPr>
      <w:framePr w:wrap="around"/>
    </w:pPr>
  </w:style>
  <w:style w:type="paragraph" w:customStyle="1" w:styleId="PieddepageFRM">
    <w:name w:val="Pied de page FRM"/>
    <w:basedOn w:val="Normal"/>
    <w:uiPriority w:val="43"/>
    <w:qFormat/>
    <w:locked/>
    <w:rsid w:val="00D73DD8"/>
    <w:pPr>
      <w:jc w:val="right"/>
    </w:pPr>
    <w:rPr>
      <w:caps/>
      <w:sz w:val="14"/>
    </w:rPr>
  </w:style>
  <w:style w:type="character" w:styleId="Rfrencelgre">
    <w:name w:val="Subtle Reference"/>
    <w:basedOn w:val="Policepardfaut"/>
    <w:uiPriority w:val="99"/>
    <w:semiHidden/>
    <w:rsid w:val="00D73DD8"/>
    <w:rPr>
      <w:smallCaps/>
      <w:color w:val="C0504D" w:themeColor="accent2"/>
      <w:u w:val="single"/>
    </w:rPr>
  </w:style>
  <w:style w:type="paragraph" w:customStyle="1" w:styleId="Rfrencesbibliographiques">
    <w:name w:val="Références bibliographiques"/>
    <w:basedOn w:val="Normal"/>
    <w:uiPriority w:val="19"/>
    <w:qFormat/>
    <w:locked/>
    <w:rsid w:val="00D73DD8"/>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D73DD8"/>
    <w:pPr>
      <w:ind w:left="3119"/>
    </w:pPr>
  </w:style>
  <w:style w:type="character" w:customStyle="1" w:styleId="RetraitcorpsdetexteCar">
    <w:name w:val="Retrait corps de texte Car"/>
    <w:basedOn w:val="Policepardfaut"/>
    <w:link w:val="Retraitcorpsdetexte"/>
    <w:uiPriority w:val="99"/>
    <w:semiHidden/>
    <w:rsid w:val="00B429C2"/>
    <w:rPr>
      <w:rFonts w:eastAsia="Times New Roman" w:cs="Times New Roman"/>
      <w:sz w:val="18"/>
      <w:szCs w:val="24"/>
      <w:lang w:eastAsia="fr-FR"/>
    </w:rPr>
  </w:style>
  <w:style w:type="paragraph" w:styleId="Retraitcorpsdetexte2">
    <w:name w:val="Body Text Indent 2"/>
    <w:basedOn w:val="Normal"/>
    <w:link w:val="Retraitcorpsdetexte2Car"/>
    <w:uiPriority w:val="99"/>
    <w:semiHidden/>
    <w:rsid w:val="00D73DD8"/>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B429C2"/>
    <w:rPr>
      <w:rFonts w:eastAsia="Times New Roman" w:cs="Times New Roman"/>
      <w:sz w:val="18"/>
      <w:szCs w:val="24"/>
      <w:lang w:val="en-GB" w:eastAsia="fr-FR"/>
    </w:rPr>
  </w:style>
  <w:style w:type="paragraph" w:styleId="Retraitcorpsdetexte3">
    <w:name w:val="Body Text Indent 3"/>
    <w:basedOn w:val="Normal"/>
    <w:link w:val="Retraitcorpsdetexte3Car"/>
    <w:uiPriority w:val="99"/>
    <w:semiHidden/>
    <w:rsid w:val="00D73DD8"/>
    <w:pPr>
      <w:ind w:left="360"/>
    </w:pPr>
  </w:style>
  <w:style w:type="character" w:customStyle="1" w:styleId="Retraitcorpsdetexte3Car">
    <w:name w:val="Retrait corps de texte 3 Car"/>
    <w:basedOn w:val="Policepardfaut"/>
    <w:link w:val="Retraitcorpsdetexte3"/>
    <w:uiPriority w:val="99"/>
    <w:semiHidden/>
    <w:rsid w:val="00B429C2"/>
    <w:rPr>
      <w:rFonts w:eastAsia="Times New Roman" w:cs="Times New Roman"/>
      <w:sz w:val="18"/>
      <w:szCs w:val="24"/>
      <w:lang w:eastAsia="fr-FR"/>
    </w:rPr>
  </w:style>
  <w:style w:type="paragraph" w:customStyle="1" w:styleId="Signataire">
    <w:name w:val="Signataire"/>
    <w:basedOn w:val="Normal"/>
    <w:uiPriority w:val="43"/>
    <w:qFormat/>
    <w:locked/>
    <w:rsid w:val="00D73DD8"/>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D73DD8"/>
    <w:rPr>
      <w:rFonts w:ascii="Arrial Narrow Bold" w:hAnsi="Arrial Narrow Bold"/>
      <w:b/>
      <w:bCs/>
      <w:sz w:val="32"/>
    </w:rPr>
  </w:style>
  <w:style w:type="numbering" w:customStyle="1" w:styleId="Style1">
    <w:name w:val="Style1"/>
    <w:uiPriority w:val="99"/>
    <w:locked/>
    <w:rsid w:val="00D73DD8"/>
    <w:pPr>
      <w:numPr>
        <w:numId w:val="1"/>
      </w:numPr>
    </w:pPr>
  </w:style>
  <w:style w:type="paragraph" w:styleId="TM2">
    <w:name w:val="toc 2"/>
    <w:basedOn w:val="Normal"/>
    <w:next w:val="TM3"/>
    <w:uiPriority w:val="39"/>
    <w:qFormat/>
    <w:rsid w:val="00D73DD8"/>
    <w:pPr>
      <w:tabs>
        <w:tab w:val="left" w:pos="1701"/>
        <w:tab w:val="right" w:pos="8930"/>
      </w:tabs>
      <w:spacing w:before="60" w:after="60" w:line="240" w:lineRule="exact"/>
      <w:ind w:left="1418" w:right="851" w:hanging="851"/>
    </w:pPr>
    <w:rPr>
      <w:b/>
      <w:bCs/>
      <w:i/>
      <w:noProof/>
      <w:szCs w:val="22"/>
    </w:rPr>
  </w:style>
  <w:style w:type="paragraph" w:styleId="TM3">
    <w:name w:val="toc 3"/>
    <w:basedOn w:val="Normal"/>
    <w:next w:val="Normal"/>
    <w:uiPriority w:val="39"/>
    <w:qFormat/>
    <w:rsid w:val="00D73DD8"/>
    <w:pPr>
      <w:tabs>
        <w:tab w:val="right" w:pos="8930"/>
      </w:tabs>
      <w:spacing w:line="240" w:lineRule="exact"/>
      <w:ind w:left="1418" w:right="851" w:hanging="851"/>
    </w:pPr>
  </w:style>
  <w:style w:type="paragraph" w:customStyle="1" w:styleId="Tablechapitre">
    <w:name w:val="Table chapitre"/>
    <w:basedOn w:val="TM2"/>
    <w:next w:val="Normal"/>
    <w:uiPriority w:val="39"/>
    <w:qFormat/>
    <w:rsid w:val="00D73DD8"/>
    <w:pPr>
      <w:tabs>
        <w:tab w:val="clear" w:pos="1701"/>
      </w:tabs>
      <w:spacing w:before="0" w:after="0"/>
      <w:ind w:left="3544"/>
    </w:pPr>
    <w:rPr>
      <w:sz w:val="20"/>
    </w:rPr>
  </w:style>
  <w:style w:type="paragraph" w:styleId="Tabledesillustrations">
    <w:name w:val="table of figures"/>
    <w:basedOn w:val="Normal"/>
    <w:next w:val="Corpsdetexte"/>
    <w:uiPriority w:val="39"/>
    <w:rsid w:val="00D73DD8"/>
    <w:pPr>
      <w:tabs>
        <w:tab w:val="right" w:pos="8930"/>
      </w:tabs>
      <w:spacing w:line="240" w:lineRule="exact"/>
      <w:ind w:left="1701" w:right="851" w:hanging="1701"/>
      <w:contextualSpacing/>
    </w:pPr>
  </w:style>
  <w:style w:type="paragraph" w:styleId="Titre0">
    <w:name w:val="Title"/>
    <w:basedOn w:val="Normal"/>
    <w:next w:val="Corpsdetexte"/>
    <w:link w:val="TitreCar"/>
    <w:uiPriority w:val="35"/>
    <w:qFormat/>
    <w:rsid w:val="00D73DD8"/>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0"/>
    <w:uiPriority w:val="35"/>
    <w:rsid w:val="00B429C2"/>
    <w:rPr>
      <w:rFonts w:eastAsiaTheme="majorEastAsia" w:cstheme="majorBidi"/>
      <w:b/>
      <w:spacing w:val="5"/>
      <w:kern w:val="28"/>
      <w:sz w:val="26"/>
      <w:szCs w:val="52"/>
      <w:lang w:eastAsia="fr-FR"/>
    </w:rPr>
  </w:style>
  <w:style w:type="character" w:customStyle="1" w:styleId="Titre2Car">
    <w:name w:val="Titre 2 Car"/>
    <w:basedOn w:val="Policepardfaut"/>
    <w:link w:val="Titre2"/>
    <w:uiPriority w:val="35"/>
    <w:rsid w:val="00B429C2"/>
    <w:rPr>
      <w:b/>
      <w:bCs/>
      <w:sz w:val="22"/>
      <w:szCs w:val="26"/>
    </w:rPr>
  </w:style>
  <w:style w:type="character" w:customStyle="1" w:styleId="Titre3Car">
    <w:name w:val="Titre 3 Car"/>
    <w:basedOn w:val="Policepardfaut"/>
    <w:link w:val="Titre3"/>
    <w:uiPriority w:val="35"/>
    <w:rsid w:val="00B429C2"/>
    <w:rPr>
      <w:b/>
      <w:bCs/>
    </w:rPr>
  </w:style>
  <w:style w:type="character" w:customStyle="1" w:styleId="Titre4Car">
    <w:name w:val="Titre 4 Car"/>
    <w:basedOn w:val="Policepardfaut"/>
    <w:link w:val="Titre4"/>
    <w:uiPriority w:val="35"/>
    <w:rsid w:val="00B429C2"/>
    <w:rPr>
      <w:bCs/>
    </w:rPr>
  </w:style>
  <w:style w:type="character" w:customStyle="1" w:styleId="Titre5Car">
    <w:name w:val="Titre 5 Car"/>
    <w:basedOn w:val="Policepardfaut"/>
    <w:link w:val="Titre5"/>
    <w:uiPriority w:val="35"/>
    <w:rsid w:val="00B429C2"/>
    <w:rPr>
      <w:rFonts w:eastAsia="Times New Roman" w:cs="Times New Roman"/>
      <w:sz w:val="18"/>
      <w:szCs w:val="24"/>
      <w:u w:val="single"/>
      <w:lang w:eastAsia="fr-FR"/>
    </w:rPr>
  </w:style>
  <w:style w:type="character" w:customStyle="1" w:styleId="Titre6Car">
    <w:name w:val="Titre 6 Car"/>
    <w:basedOn w:val="Policepardfaut"/>
    <w:link w:val="Titre6"/>
    <w:uiPriority w:val="35"/>
    <w:rsid w:val="00B429C2"/>
    <w:rPr>
      <w:b/>
      <w:bCs/>
      <w:i/>
      <w:szCs w:val="22"/>
    </w:rPr>
  </w:style>
  <w:style w:type="character" w:customStyle="1" w:styleId="Titre7Car">
    <w:name w:val="Titre 7 Car"/>
    <w:basedOn w:val="Policepardfaut"/>
    <w:link w:val="Titre7"/>
    <w:uiPriority w:val="99"/>
    <w:semiHidden/>
    <w:rsid w:val="00B429C2"/>
    <w:rPr>
      <w:rFonts w:ascii="Arial" w:hAnsi="Arial" w:cs="Arial"/>
    </w:rPr>
  </w:style>
  <w:style w:type="character" w:customStyle="1" w:styleId="Titre8Car">
    <w:name w:val="Titre 8 Car"/>
    <w:basedOn w:val="Policepardfaut"/>
    <w:link w:val="Titre8"/>
    <w:uiPriority w:val="99"/>
    <w:semiHidden/>
    <w:rsid w:val="00B429C2"/>
    <w:rPr>
      <w:rFonts w:ascii="Arial" w:hAnsi="Arial" w:cs="Arial"/>
      <w:i/>
      <w:iCs/>
    </w:rPr>
  </w:style>
  <w:style w:type="character" w:customStyle="1" w:styleId="Titre9Car">
    <w:name w:val="Titre 9 Car"/>
    <w:basedOn w:val="Policepardfaut"/>
    <w:link w:val="Titre9"/>
    <w:uiPriority w:val="99"/>
    <w:semiHidden/>
    <w:rsid w:val="00B429C2"/>
    <w:rPr>
      <w:rFonts w:ascii="Arial" w:hAnsi="Arial" w:cs="Arial"/>
      <w:b/>
      <w:bCs/>
      <w:i/>
      <w:iCs/>
    </w:rPr>
  </w:style>
  <w:style w:type="paragraph" w:customStyle="1" w:styleId="Titredossierdocen-tte">
    <w:name w:val="Titre dossier doc en-tête"/>
    <w:basedOn w:val="En-tte"/>
    <w:link w:val="Titredossierdocen-tteCar"/>
    <w:uiPriority w:val="9"/>
    <w:qFormat/>
    <w:rsid w:val="00D73DD8"/>
    <w:pPr>
      <w:jc w:val="right"/>
    </w:pPr>
    <w:rPr>
      <w:i/>
    </w:rPr>
  </w:style>
  <w:style w:type="paragraph" w:customStyle="1" w:styleId="Titreen-tte">
    <w:name w:val="Titre en-tête"/>
    <w:basedOn w:val="En-tte"/>
    <w:link w:val="Titreen-tteCar"/>
    <w:uiPriority w:val="9"/>
    <w:qFormat/>
    <w:rsid w:val="00D73DD8"/>
    <w:pPr>
      <w:ind w:left="284" w:hanging="284"/>
      <w:jc w:val="left"/>
    </w:pPr>
    <w:rPr>
      <w:b/>
    </w:rPr>
  </w:style>
  <w:style w:type="paragraph" w:customStyle="1" w:styleId="TitrePG">
    <w:name w:val="Titre PG"/>
    <w:basedOn w:val="Normal"/>
    <w:uiPriority w:val="43"/>
    <w:locked/>
    <w:rsid w:val="00D73DD8"/>
    <w:pPr>
      <w:ind w:left="1701" w:right="1701"/>
      <w:jc w:val="center"/>
    </w:pPr>
    <w:rPr>
      <w:b/>
      <w:sz w:val="32"/>
    </w:rPr>
  </w:style>
  <w:style w:type="paragraph" w:styleId="TM1">
    <w:name w:val="toc 1"/>
    <w:basedOn w:val="Normal"/>
    <w:next w:val="TM2"/>
    <w:uiPriority w:val="39"/>
    <w:qFormat/>
    <w:rsid w:val="00D73DD8"/>
    <w:pPr>
      <w:tabs>
        <w:tab w:val="right" w:pos="8930"/>
      </w:tabs>
      <w:spacing w:before="240" w:after="120" w:line="240" w:lineRule="exact"/>
      <w:ind w:left="567" w:right="851" w:hanging="567"/>
    </w:pPr>
    <w:rPr>
      <w:b/>
      <w:bCs/>
      <w:noProof/>
      <w:sz w:val="26"/>
      <w:szCs w:val="22"/>
    </w:rPr>
  </w:style>
  <w:style w:type="paragraph" w:styleId="TM4">
    <w:name w:val="toc 4"/>
    <w:basedOn w:val="Normal"/>
    <w:next w:val="Normal"/>
    <w:autoRedefine/>
    <w:uiPriority w:val="99"/>
    <w:semiHidden/>
    <w:rsid w:val="00D73DD8"/>
    <w:pPr>
      <w:spacing w:after="100"/>
      <w:ind w:left="660"/>
    </w:pPr>
  </w:style>
  <w:style w:type="paragraph" w:styleId="TM7">
    <w:name w:val="toc 7"/>
    <w:basedOn w:val="TM2"/>
    <w:next w:val="Normal"/>
    <w:uiPriority w:val="39"/>
    <w:rsid w:val="00D73DD8"/>
    <w:pPr>
      <w:tabs>
        <w:tab w:val="clear" w:pos="1701"/>
        <w:tab w:val="left" w:pos="1418"/>
      </w:tabs>
      <w:spacing w:before="200" w:after="100"/>
      <w:ind w:hanging="1418"/>
    </w:pPr>
  </w:style>
  <w:style w:type="character" w:customStyle="1" w:styleId="Titreen-tteCar">
    <w:name w:val="Titre en-tête Car"/>
    <w:basedOn w:val="En-tteCar"/>
    <w:link w:val="Titreen-tte"/>
    <w:uiPriority w:val="9"/>
    <w:rsid w:val="00FE40CF"/>
    <w:rPr>
      <w:rFonts w:eastAsia="Times New Roman" w:cs="Times New Roman"/>
      <w:b/>
      <w:sz w:val="14"/>
      <w:lang w:eastAsia="fr-FR"/>
    </w:rPr>
  </w:style>
  <w:style w:type="character" w:customStyle="1" w:styleId="Titredossierdocen-tteCar">
    <w:name w:val="Titre dossier doc en-tête Car"/>
    <w:basedOn w:val="En-tteCar"/>
    <w:link w:val="Titredossierdocen-tte"/>
    <w:uiPriority w:val="9"/>
    <w:rsid w:val="00FE40CF"/>
    <w:rPr>
      <w:rFonts w:eastAsia="Times New Roman" w:cs="Times New Roman"/>
      <w:i/>
      <w:sz w:val="14"/>
      <w:lang w:eastAsia="fr-FR"/>
    </w:rPr>
  </w:style>
  <w:style w:type="paragraph" w:customStyle="1" w:styleId="A-Indice">
    <w:name w:val="A-Indice"/>
    <w:basedOn w:val="AIdentification"/>
    <w:next w:val="Corpsdetexte"/>
    <w:uiPriority w:val="43"/>
    <w:qFormat/>
    <w:rsid w:val="00D73DD8"/>
    <w:rPr>
      <w:szCs w:val="18"/>
    </w:rPr>
  </w:style>
  <w:style w:type="paragraph" w:customStyle="1" w:styleId="DirectionUnit">
    <w:name w:val="Direction Unité"/>
    <w:basedOn w:val="Normal"/>
    <w:uiPriority w:val="43"/>
    <w:rsid w:val="00D73DD8"/>
    <w:pPr>
      <w:contextualSpacing/>
    </w:pPr>
    <w:rPr>
      <w:b/>
      <w:caps/>
    </w:rPr>
  </w:style>
  <w:style w:type="paragraph" w:customStyle="1" w:styleId="Service">
    <w:name w:val="Service"/>
    <w:basedOn w:val="Normal"/>
    <w:uiPriority w:val="43"/>
    <w:rsid w:val="00D73DD8"/>
    <w:pPr>
      <w:jc w:val="left"/>
    </w:pPr>
    <w:rPr>
      <w:b/>
      <w:szCs w:val="14"/>
    </w:rPr>
  </w:style>
  <w:style w:type="paragraph" w:customStyle="1" w:styleId="Adresseunit">
    <w:name w:val="Adresse unité"/>
    <w:basedOn w:val="Normal"/>
    <w:uiPriority w:val="43"/>
    <w:rsid w:val="00D73DD8"/>
    <w:pPr>
      <w:jc w:val="left"/>
    </w:pPr>
    <w:rPr>
      <w:szCs w:val="15"/>
    </w:rPr>
  </w:style>
  <w:style w:type="paragraph" w:customStyle="1" w:styleId="Civilit">
    <w:name w:val="Civilité"/>
    <w:basedOn w:val="Corpsdetexte"/>
    <w:next w:val="Corpsdetexte"/>
    <w:uiPriority w:val="43"/>
    <w:rsid w:val="00D73DD8"/>
    <w:pPr>
      <w:spacing w:before="240" w:after="480"/>
    </w:pPr>
  </w:style>
  <w:style w:type="paragraph" w:styleId="Date">
    <w:name w:val="Date"/>
    <w:basedOn w:val="Normal"/>
    <w:next w:val="Normal"/>
    <w:link w:val="DateCar"/>
    <w:uiPriority w:val="43"/>
    <w:rsid w:val="00D73DD8"/>
    <w:rPr>
      <w:i/>
    </w:rPr>
  </w:style>
  <w:style w:type="character" w:customStyle="1" w:styleId="DateCar">
    <w:name w:val="Date Car"/>
    <w:basedOn w:val="Policepardfaut"/>
    <w:link w:val="Date"/>
    <w:uiPriority w:val="43"/>
    <w:rsid w:val="00D73DD8"/>
    <w:rPr>
      <w:rFonts w:eastAsia="Times New Roman" w:cs="Times New Roman"/>
      <w:i/>
      <w:sz w:val="18"/>
      <w:szCs w:val="24"/>
      <w:lang w:eastAsia="fr-FR"/>
    </w:rPr>
  </w:style>
  <w:style w:type="paragraph" w:customStyle="1" w:styleId="Objet">
    <w:name w:val="Objet"/>
    <w:basedOn w:val="Corpsdetexte"/>
    <w:next w:val="Corpsdetexte"/>
    <w:uiPriority w:val="43"/>
    <w:qFormat/>
    <w:rsid w:val="00D73DD8"/>
    <w:pPr>
      <w:tabs>
        <w:tab w:val="left" w:pos="1418"/>
      </w:tabs>
      <w:spacing w:before="0" w:after="0"/>
    </w:pPr>
  </w:style>
  <w:style w:type="paragraph" w:customStyle="1" w:styleId="Logo">
    <w:name w:val="Logo"/>
    <w:basedOn w:val="Normal"/>
    <w:uiPriority w:val="43"/>
    <w:qFormat/>
    <w:rsid w:val="009C05E5"/>
    <w:pPr>
      <w:spacing w:after="2100"/>
    </w:pPr>
  </w:style>
  <w:style w:type="paragraph" w:customStyle="1" w:styleId="Default">
    <w:name w:val="Default"/>
    <w:rsid w:val="00010204"/>
    <w:pPr>
      <w:autoSpaceDE w:val="0"/>
      <w:autoSpaceDN w:val="0"/>
      <w:adjustRightInd w:val="0"/>
    </w:pPr>
    <w:rPr>
      <w:rFonts w:ascii="Open Sans" w:hAnsi="Open Sans" w:cs="Open Sans"/>
      <w:color w:val="000000"/>
      <w:sz w:val="24"/>
      <w:szCs w:val="24"/>
    </w:rPr>
  </w:style>
  <w:style w:type="character" w:styleId="Marquedecommentaire">
    <w:name w:val="annotation reference"/>
    <w:basedOn w:val="Policepardfaut"/>
    <w:uiPriority w:val="99"/>
    <w:semiHidden/>
    <w:unhideWhenUsed/>
    <w:rsid w:val="00F30C6C"/>
    <w:rPr>
      <w:sz w:val="16"/>
      <w:szCs w:val="16"/>
    </w:rPr>
  </w:style>
  <w:style w:type="paragraph" w:styleId="Commentaire">
    <w:name w:val="annotation text"/>
    <w:basedOn w:val="Normal"/>
    <w:link w:val="CommentaireCar"/>
    <w:uiPriority w:val="99"/>
    <w:semiHidden/>
    <w:unhideWhenUsed/>
    <w:rsid w:val="00F30C6C"/>
    <w:rPr>
      <w:sz w:val="20"/>
      <w:szCs w:val="20"/>
    </w:rPr>
  </w:style>
  <w:style w:type="character" w:customStyle="1" w:styleId="CommentaireCar">
    <w:name w:val="Commentaire Car"/>
    <w:basedOn w:val="Policepardfaut"/>
    <w:link w:val="Commentaire"/>
    <w:uiPriority w:val="99"/>
    <w:semiHidden/>
    <w:rsid w:val="00F30C6C"/>
    <w:rPr>
      <w:sz w:val="20"/>
      <w:szCs w:val="20"/>
    </w:rPr>
  </w:style>
  <w:style w:type="paragraph" w:styleId="Objetducommentaire">
    <w:name w:val="annotation subject"/>
    <w:basedOn w:val="Commentaire"/>
    <w:next w:val="Commentaire"/>
    <w:link w:val="ObjetducommentaireCar"/>
    <w:uiPriority w:val="99"/>
    <w:semiHidden/>
    <w:unhideWhenUsed/>
    <w:rsid w:val="00F30C6C"/>
    <w:rPr>
      <w:b/>
      <w:bCs/>
    </w:rPr>
  </w:style>
  <w:style w:type="character" w:customStyle="1" w:styleId="ObjetducommentaireCar">
    <w:name w:val="Objet du commentaire Car"/>
    <w:basedOn w:val="CommentaireCar"/>
    <w:link w:val="Objetducommentaire"/>
    <w:uiPriority w:val="99"/>
    <w:semiHidden/>
    <w:rsid w:val="00F30C6C"/>
    <w:rPr>
      <w:b/>
      <w:bCs/>
      <w:sz w:val="20"/>
      <w:szCs w:val="20"/>
    </w:rPr>
  </w:style>
  <w:style w:type="paragraph" w:styleId="Rvision">
    <w:name w:val="Revision"/>
    <w:hidden/>
    <w:uiPriority w:val="99"/>
    <w:semiHidden/>
    <w:rsid w:val="00F61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ly-j\Downloads\ANRA610%20-%20traitements%20de%20donn&#233;es%20&#224;%20caract&#232;re%20personnel%20r&#233;alis&#233;s%20pour%20le%20compte%20de%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05A7B4933A45CFA86DE858B4FD7DAA"/>
        <w:category>
          <w:name w:val="Général"/>
          <w:gallery w:val="placeholder"/>
        </w:category>
        <w:types>
          <w:type w:val="bbPlcHdr"/>
        </w:types>
        <w:behaviors>
          <w:behavior w:val="content"/>
        </w:behaviors>
        <w:guid w:val="{EB938A63-3E0F-4588-8CF4-315EA7C8527E}"/>
      </w:docPartPr>
      <w:docPartBody>
        <w:p w:rsidR="00290CF0" w:rsidRDefault="00290CF0">
          <w:pPr>
            <w:pStyle w:val="9305A7B4933A45CFA86DE858B4FD7DAA"/>
          </w:pPr>
          <w:r w:rsidRPr="00DF485C">
            <w:rPr>
              <w:rStyle w:val="Textedelespacerserv"/>
              <w:color w:val="00B0F0"/>
              <w:highlight w:val="lightGray"/>
            </w:rPr>
            <w:t>Date</w:t>
          </w:r>
          <w:r w:rsidRPr="00DF485C">
            <w:rPr>
              <w:rStyle w:val="Textedelespacerserv"/>
              <w:highlight w:val="lightGray"/>
            </w:rPr>
            <w:t>.</w:t>
          </w:r>
        </w:p>
      </w:docPartBody>
    </w:docPart>
    <w:docPart>
      <w:docPartPr>
        <w:name w:val="E131AA13FBDE4BCF84637298C76AD899"/>
        <w:category>
          <w:name w:val="Général"/>
          <w:gallery w:val="placeholder"/>
        </w:category>
        <w:types>
          <w:type w:val="bbPlcHdr"/>
        </w:types>
        <w:behaviors>
          <w:behavior w:val="content"/>
        </w:behaviors>
        <w:guid w:val="{B1CBF66D-EB5B-461F-B6BD-09BC658DAD7C}"/>
      </w:docPartPr>
      <w:docPartBody>
        <w:p w:rsidR="00290CF0" w:rsidRDefault="00290CF0">
          <w:pPr>
            <w:pStyle w:val="E131AA13FBDE4BCF84637298C76AD899"/>
          </w:pPr>
          <w:r>
            <w:rPr>
              <w:rStyle w:val="Textedelespacerserv"/>
              <w:color w:val="00B0F0"/>
              <w:highlight w:val="lightGray"/>
            </w:rPr>
            <w:t>A COMPLETER</w:t>
          </w:r>
          <w:r w:rsidRPr="00E72BC3">
            <w:rPr>
              <w:rStyle w:val="Textedelespacerserv"/>
            </w:rPr>
            <w:t>.</w:t>
          </w:r>
        </w:p>
      </w:docPartBody>
    </w:docPart>
    <w:docPart>
      <w:docPartPr>
        <w:name w:val="66C8C31B50DF40438E96C63ECD652973"/>
        <w:category>
          <w:name w:val="Général"/>
          <w:gallery w:val="placeholder"/>
        </w:category>
        <w:types>
          <w:type w:val="bbPlcHdr"/>
        </w:types>
        <w:behaviors>
          <w:behavior w:val="content"/>
        </w:behaviors>
        <w:guid w:val="{85D394F7-4066-4050-88D7-7D48C9675251}"/>
      </w:docPartPr>
      <w:docPartBody>
        <w:p w:rsidR="00290CF0" w:rsidRDefault="00290CF0">
          <w:pPr>
            <w:pStyle w:val="66C8C31B50DF40438E96C63ECD652973"/>
          </w:pPr>
          <w:r>
            <w:rPr>
              <w:rStyle w:val="Textedelespacerserv"/>
              <w:color w:val="00B0F0"/>
              <w:highlight w:val="lightGray"/>
            </w:rPr>
            <w:t>A COMPLETER</w:t>
          </w:r>
          <w:r w:rsidRPr="00E72BC3">
            <w:rPr>
              <w:rStyle w:val="Textedelespacerserv"/>
            </w:rPr>
            <w:t>.</w:t>
          </w:r>
        </w:p>
      </w:docPartBody>
    </w:docPart>
    <w:docPart>
      <w:docPartPr>
        <w:name w:val="DADBA95CCB0843E8A3F85BF312444186"/>
        <w:category>
          <w:name w:val="Général"/>
          <w:gallery w:val="placeholder"/>
        </w:category>
        <w:types>
          <w:type w:val="bbPlcHdr"/>
        </w:types>
        <w:behaviors>
          <w:behavior w:val="content"/>
        </w:behaviors>
        <w:guid w:val="{11FD93D4-2944-485C-B5E9-915FCB1084DF}"/>
      </w:docPartPr>
      <w:docPartBody>
        <w:p w:rsidR="00290CF0" w:rsidRDefault="00290CF0">
          <w:pPr>
            <w:pStyle w:val="DADBA95CCB0843E8A3F85BF312444186"/>
          </w:pPr>
          <w:r>
            <w:rPr>
              <w:rStyle w:val="Textedelespacerserv"/>
              <w:rFonts w:eastAsiaTheme="minorHAnsi"/>
              <w:color w:val="00B0F0"/>
              <w:highlight w:val="lightGray"/>
            </w:rPr>
            <w:t>A COMPLETER</w:t>
          </w:r>
          <w:r w:rsidRPr="00E72BC3">
            <w:rPr>
              <w:rStyle w:val="Textedelespacerserv"/>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CF0"/>
    <w:rsid w:val="00290CF0"/>
    <w:rsid w:val="00321A4B"/>
    <w:rsid w:val="00710BF8"/>
    <w:rsid w:val="00827D77"/>
    <w:rsid w:val="00DC2927"/>
    <w:rsid w:val="00E42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305A7B4933A45CFA86DE858B4FD7DAA">
    <w:name w:val="9305A7B4933A45CFA86DE858B4FD7DAA"/>
  </w:style>
  <w:style w:type="paragraph" w:customStyle="1" w:styleId="E131AA13FBDE4BCF84637298C76AD899">
    <w:name w:val="E131AA13FBDE4BCF84637298C76AD899"/>
  </w:style>
  <w:style w:type="paragraph" w:customStyle="1" w:styleId="66C8C31B50DF40438E96C63ECD652973">
    <w:name w:val="66C8C31B50DF40438E96C63ECD652973"/>
  </w:style>
  <w:style w:type="paragraph" w:customStyle="1" w:styleId="DADBA95CCB0843E8A3F85BF312444186">
    <w:name w:val="DADBA95CCB0843E8A3F85BF3124441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D0EEF1C4F14F4CB121C67F9F02FF5F" ma:contentTypeVersion="10" ma:contentTypeDescription="Crée un document." ma:contentTypeScope="" ma:versionID="90a61ca7e0acd5ca9a3b38445f9c1b5f">
  <xsd:schema xmlns:xsd="http://www.w3.org/2001/XMLSchema" xmlns:xs="http://www.w3.org/2001/XMLSchema" xmlns:p="http://schemas.microsoft.com/office/2006/metadata/properties" xmlns:ns1="e98c57ba-b2be-4313-b272-190a7effd928" xmlns:ns3="http://schemas.microsoft.com/sharepoint/v3/fields" xmlns:ns4="7c37f97a-6bfd-456a-98ad-fc8f2493838c" targetNamespace="http://schemas.microsoft.com/office/2006/metadata/properties" ma:root="true" ma:fieldsID="b55a1230712c4dd25617798c1415a0ba" ns1:_="" ns3:_="" ns4:_="">
    <xsd:import namespace="e98c57ba-b2be-4313-b272-190a7effd928"/>
    <xsd:import namespace="http://schemas.microsoft.com/sharepoint/v3/fields"/>
    <xsd:import namespace="7c37f97a-6bfd-456a-98ad-fc8f2493838c"/>
    <xsd:element name="properties">
      <xsd:complexType>
        <xsd:sequence>
          <xsd:element name="documentManagement">
            <xsd:complexType>
              <xsd:all>
                <xsd:element ref="ns1:ID_x0020_doc" minOccurs="0"/>
                <xsd:element ref="ns1:Date_x0020_émission" minOccurs="0"/>
                <xsd:element ref="ns1:Rédacteurs" minOccurs="0"/>
                <xsd:element ref="ns1:Etat_x0020_avancement" minOccurs="0"/>
                <xsd:element ref="ns1:NUMANDRA" minOccurs="0"/>
                <xsd:element ref="ns3:_Version" minOccurs="0"/>
                <xsd:element ref="ns1:Suivi" minOccurs="0"/>
                <xsd:element ref="ns4:UNITE"/>
                <xsd:element ref="ns1: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8c57ba-b2be-4313-b272-190a7effd928" elementFormDefault="qualified">
    <xsd:import namespace="http://schemas.microsoft.com/office/2006/documentManagement/types"/>
    <xsd:import namespace="http://schemas.microsoft.com/office/infopath/2007/PartnerControls"/>
    <xsd:element name="ID_x0020_doc" ma:index="0" nillable="true" ma:displayName="ID doc" ma:internalName="ID_x0020_doc">
      <xsd:simpleType>
        <xsd:restriction base="dms:Text">
          <xsd:maxLength value="255"/>
        </xsd:restriction>
      </xsd:simpleType>
    </xsd:element>
    <xsd:element name="Date_x0020_émission" ma:index="3" nillable="true" ma:displayName="Date émission" ma:format="DateOnly" ma:internalName="Date_x0020__x00e9_mission">
      <xsd:simpleType>
        <xsd:restriction base="dms:DateTime"/>
      </xsd:simpleType>
    </xsd:element>
    <xsd:element name="Rédacteurs" ma:index="4" nillable="true" ma:displayName="Personne" ma:list="UserInfo" ma:SharePointGroup="0" ma:internalName="R_x00e9_dacteu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tat_x0020_avancement" ma:index="5" nillable="true" ma:displayName="Etat avancement" ma:format="Dropdown" ma:internalName="Etat_x0020_avancement">
      <xsd:simpleType>
        <xsd:restriction base="dms:Choice">
          <xsd:enumeration value="Initialisation IAQ"/>
          <xsd:enumeration value="Edition GC en cours"/>
          <xsd:enumeration value="Attente validation demandeur"/>
          <xsd:enumeration value="Attente validation IAQ"/>
          <xsd:enumeration value="Pour integration SMA"/>
        </xsd:restriction>
      </xsd:simpleType>
    </xsd:element>
    <xsd:element name="NUMANDRA" ma:index="13" nillable="true" ma:displayName="NUMANDRA" ma:internalName="NUMANDRA">
      <xsd:simpleType>
        <xsd:restriction base="dms:Text">
          <xsd:maxLength value="255"/>
        </xsd:restriction>
      </xsd:simpleType>
    </xsd:element>
    <xsd:element name="Suivi" ma:index="15" nillable="true" ma:displayName="Suivi essai" ma:internalName="Suivi">
      <xsd:simpleType>
        <xsd:restriction base="dms:Note">
          <xsd:maxLength value="255"/>
        </xsd:restriction>
      </xsd:simple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4"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37f97a-6bfd-456a-98ad-fc8f2493838c" elementFormDefault="qualified">
    <xsd:import namespace="http://schemas.microsoft.com/office/2006/documentManagement/types"/>
    <xsd:import namespace="http://schemas.microsoft.com/office/infopath/2007/PartnerControls"/>
    <xsd:element name="UNITE" ma:index="16" ma:displayName="UNITE - DIR/SERVICE" ma:internalName="UNITE">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e de contenu"/>
        <xsd:element ref="dc:title" minOccurs="0" maxOccurs="1" ma:index="2" ma:displayName="Objet"/>
        <xsd:element ref="dc:subject" minOccurs="0" maxOccurs="1"/>
        <xsd:element ref="dc:description" minOccurs="0" maxOccurs="1" ma:index="6" ma:displayName="Commentaires et suivi des demandes de modification ou création des formulaires Andra ou fiches support"/>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ANDRA xmlns="e98c57ba-b2be-4313-b272-190a7effd928">ANDRA610</NUMANDRA>
    <_Version xmlns="http://schemas.microsoft.com/sharepoint/v3/fields">B</_Version>
    <Suivi xmlns="e98c57ba-b2be-4313-b272-190a7effd928" xsi:nil="true"/>
    <UNITE xmlns="7c37f97a-6bfd-456a-98ad-fc8f2493838c">SG/AA</UNITE>
    <Date_x0020_émission xmlns="e98c57ba-b2be-4313-b272-190a7effd928">2024-03-05T23:00:00+00:00</Date_x0020_émission>
    <Rédacteurs xmlns="e98c57ba-b2be-4313-b272-190a7effd928">
      <UserInfo>
        <DisplayName>i:0#.w|andra\puel-s</DisplayName>
        <AccountId>154</AccountId>
        <AccountType/>
      </UserInfo>
      <UserInfo>
        <DisplayName>i:0#.w|andra\desjardins-as</DisplayName>
        <AccountId>1226</AccountId>
        <AccountType/>
      </UserInfo>
      <UserInfo>
        <DisplayName>i:0#.w|andra\rengassamy-j</DisplayName>
        <AccountId>1172</AccountId>
        <AccountType/>
      </UserInfo>
    </Rédacteurs>
    <Etat_x0020_avancement xmlns="e98c57ba-b2be-4313-b272-190a7effd928">Attente validation IAQ</Etat_x0020_avancement>
    <ID_x0020_doc xmlns="e98c57ba-b2be-4313-b272-190a7effd928">ANDRA610</ID_x0020_doc>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E53F3-5478-4F7F-8C68-F5CE244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8c57ba-b2be-4313-b272-190a7effd928"/>
    <ds:schemaRef ds:uri="http://schemas.microsoft.com/sharepoint/v3/fields"/>
    <ds:schemaRef ds:uri="7c37f97a-6bfd-456a-98ad-fc8f24938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DFC6F-AE9F-435E-A595-C3A79906E435}">
  <ds:schemaRefs>
    <ds:schemaRef ds:uri="http://schemas.microsoft.com/sharepoint/v3/contenttype/forms"/>
  </ds:schemaRefs>
</ds:datastoreItem>
</file>

<file path=customXml/itemProps3.xml><?xml version="1.0" encoding="utf-8"?>
<ds:datastoreItem xmlns:ds="http://schemas.openxmlformats.org/officeDocument/2006/customXml" ds:itemID="{C3FC3F1D-6E37-4BC1-9A19-E023A1A670E9}">
  <ds:schemaRefs>
    <ds:schemaRef ds:uri="7c37f97a-6bfd-456a-98ad-fc8f2493838c"/>
    <ds:schemaRef ds:uri="http://schemas.microsoft.com/office/2006/metadata/properties"/>
    <ds:schemaRef ds:uri="http://www.w3.org/XML/1998/namespace"/>
    <ds:schemaRef ds:uri="http://schemas.microsoft.com/office/2006/documentManagement/types"/>
    <ds:schemaRef ds:uri="http://purl.org/dc/dcmitype/"/>
    <ds:schemaRef ds:uri="e98c57ba-b2be-4313-b272-190a7effd928"/>
    <ds:schemaRef ds:uri="http://purl.org/dc/elements/1.1/"/>
    <ds:schemaRef ds:uri="http://purl.org/dc/terms/"/>
    <ds:schemaRef ds:uri="http://schemas.microsoft.com/office/infopath/2007/PartnerControls"/>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CC1B5C0A-FD87-4C2F-8B75-76851840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ANRA610 - traitements de données à caractère personnel réalisés pour le compte de (1)</Template>
  <TotalTime>32</TotalTime>
  <Pages>4</Pages>
  <Words>1714</Words>
  <Characters>9431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Montée d'indice</vt:lpstr>
    </vt:vector>
  </TitlesOfParts>
  <Company>ANDRA</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Montée d'indice</dc:title>
  <dc:subject/>
  <dc:creator>JOLY Jessica</dc:creator>
  <cp:keywords/>
  <dc:description/>
  <cp:lastModifiedBy>NORI Lynda</cp:lastModifiedBy>
  <cp:revision>6</cp:revision>
  <cp:lastPrinted>2018-07-09T13:45:00Z</cp:lastPrinted>
  <dcterms:created xsi:type="dcterms:W3CDTF">2024-03-25T09:55:00Z</dcterms:created>
  <dcterms:modified xsi:type="dcterms:W3CDTF">2025-12-19T09:40:00Z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0x01010099D0EEF1C4F14F4CB121C67F9F02FF5F</vt:lpwstr>
  </property>
</Properties>
</file>